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42A" w:rsidRPr="001B542A" w:rsidRDefault="001B542A" w:rsidP="001B542A">
      <w:pPr>
        <w:pStyle w:val="Listing"/>
      </w:pPr>
      <w:proofErr w:type="spellStart"/>
      <w:r w:rsidRPr="001B542A">
        <w:t>Selection.PasteSpecial</w:t>
      </w:r>
      <w:proofErr w:type="spellEnd"/>
      <w:r w:rsidRPr="001B542A">
        <w:t xml:space="preserve"> Paste:=</w:t>
      </w:r>
      <w:proofErr w:type="spellStart"/>
      <w:r w:rsidRPr="001B542A">
        <w:t>xlValues</w:t>
      </w:r>
      <w:proofErr w:type="spellEnd"/>
      <w:r w:rsidRPr="001B542A">
        <w:t>, _</w:t>
      </w:r>
    </w:p>
    <w:p w:rsidR="001B542A" w:rsidRPr="001B542A" w:rsidRDefault="001B542A" w:rsidP="001B542A">
      <w:pPr>
        <w:pStyle w:val="Listing"/>
      </w:pPr>
      <w:r w:rsidRPr="001B542A">
        <w:t xml:space="preserve">   Operation:=xlNone, SkipBlanks:=False, _</w:t>
      </w:r>
    </w:p>
    <w:p w:rsidR="001B542A" w:rsidRPr="001B542A" w:rsidRDefault="001B542A" w:rsidP="001B542A">
      <w:pPr>
        <w:pStyle w:val="Listing"/>
      </w:pPr>
      <w:r w:rsidRPr="001B542A">
        <w:t xml:space="preserve">   Transpose:=False</w:t>
      </w:r>
    </w:p>
    <w:sectPr w:rsidR="001B542A" w:rsidRPr="001B542A" w:rsidSect="00AC30DD">
      <w:headerReference w:type="default" r:id="rId8"/>
      <w:type w:val="continuous"/>
      <w:pgSz w:w="11907" w:h="16840" w:code="9"/>
      <w:pgMar w:top="2268" w:right="2268" w:bottom="2835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FB4" w:rsidRDefault="008C1FB4">
      <w:r>
        <w:separator/>
      </w:r>
    </w:p>
  </w:endnote>
  <w:endnote w:type="continuationSeparator" w:id="0">
    <w:p w:rsidR="008C1FB4" w:rsidRDefault="008C1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FB4" w:rsidRDefault="008C1FB4">
      <w:r>
        <w:separator/>
      </w:r>
    </w:p>
  </w:footnote>
  <w:footnote w:type="continuationSeparator" w:id="0">
    <w:p w:rsidR="008C1FB4" w:rsidRDefault="008C1F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FA6" w:rsidRPr="001507A6" w:rsidRDefault="002F22C6" w:rsidP="00546B9D">
    <w:pPr>
      <w:pBdr>
        <w:bottom w:val="single" w:sz="2" w:space="1" w:color="808080"/>
      </w:pBdr>
      <w:tabs>
        <w:tab w:val="right" w:pos="7655"/>
      </w:tabs>
    </w:pPr>
    <w:fldSimple w:instr=" FILENAME   \* MERGEFORMAT ">
      <w:r w:rsidR="00332B9A">
        <w:rPr>
          <w:noProof/>
        </w:rPr>
        <w:t>kap_00_neu</w:t>
      </w:r>
    </w:fldSimple>
    <w:r w:rsidR="00D81FA6" w:rsidRPr="001507A6">
      <w:tab/>
    </w:r>
    <w:r>
      <w:fldChar w:fldCharType="begin"/>
    </w:r>
    <w:r w:rsidR="00013DA1">
      <w:instrText xml:space="preserve"> PAGE </w:instrText>
    </w:r>
    <w:r>
      <w:fldChar w:fldCharType="separate"/>
    </w:r>
    <w:r w:rsidR="005A3FE6">
      <w:rPr>
        <w:noProof/>
      </w:rPr>
      <w:t>1</w:t>
    </w:r>
    <w:r>
      <w:rPr>
        <w:noProof/>
      </w:rPr>
      <w:fldChar w:fldCharType="end"/>
    </w:r>
    <w:r w:rsidR="00D81FA6">
      <w:t>/</w:t>
    </w:r>
    <w:r>
      <w:fldChar w:fldCharType="begin"/>
    </w:r>
    <w:r w:rsidR="00AC2A67">
      <w:instrText xml:space="preserve"> NUMPAGES </w:instrText>
    </w:r>
    <w:r>
      <w:fldChar w:fldCharType="separate"/>
    </w:r>
    <w:r w:rsidR="005A3FE6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37.1pt;height:158.4pt" o:bullet="t">
        <v:imagedata r:id="rId1" o:title=""/>
      </v:shape>
    </w:pict>
  </w:numPicBullet>
  <w:numPicBullet w:numPicBulletId="1">
    <w:pict>
      <v:shape id="_x0000_i1057" type="#_x0000_t75" style="width:131.35pt;height:131.35pt" o:bullet="t">
        <v:imagedata r:id="rId2" o:title=""/>
      </v:shape>
    </w:pict>
  </w:numPicBullet>
  <w:numPicBullet w:numPicBulletId="2">
    <w:pict>
      <v:shape id="_x0000_i1058" type="#_x0000_t75" style="width:116.35pt;height:116.35pt" o:bullet="t">
        <v:imagedata r:id="rId3" o:title=""/>
      </v:shape>
    </w:pict>
  </w:numPicBullet>
  <w:numPicBullet w:numPicBulletId="3">
    <w:pict>
      <v:shape id="_x0000_i1059" type="#_x0000_t75" style="width:89.85pt;height:141.1pt" o:bullet="t">
        <v:imagedata r:id="rId4" o:title=""/>
      </v:shape>
    </w:pict>
  </w:numPicBullet>
  <w:numPicBullet w:numPicBulletId="4">
    <w:pict>
      <v:shape id="_x0000_i1060" type="#_x0000_t75" style="width:131.35pt;height:131.35pt" o:bullet="t">
        <v:imagedata r:id="rId5" o:title=""/>
      </v:shape>
    </w:pict>
  </w:numPicBullet>
  <w:numPicBullet w:numPicBulletId="5">
    <w:pict>
      <v:shape id="_x0000_i1061" type="#_x0000_t75" style="width:128.45pt;height:128.45pt" o:bullet="t">
        <v:imagedata r:id="rId6" o:title=""/>
      </v:shape>
    </w:pict>
  </w:numPicBullet>
  <w:numPicBullet w:numPicBulletId="6">
    <w:pict>
      <v:shape id="_x0000_i1062" type="#_x0000_t75" style="width:128.45pt;height:128.45pt" o:bullet="t">
        <v:imagedata r:id="rId7" o:title=""/>
      </v:shape>
    </w:pict>
  </w:numPicBullet>
  <w:numPicBullet w:numPicBulletId="7">
    <w:pict>
      <v:shape id="_x0000_i1063" type="#_x0000_t75" style="width:116.35pt;height:116.35pt" o:bullet="t">
        <v:imagedata r:id="rId8" o:title=""/>
      </v:shape>
    </w:pict>
  </w:numPicBullet>
  <w:numPicBullet w:numPicBulletId="8">
    <w:pict>
      <v:shape id="_x0000_i1064" type="#_x0000_t75" style="width:128.45pt;height:128.45pt" o:bullet="t">
        <v:imagedata r:id="rId9" o:title=""/>
      </v:shape>
    </w:pict>
  </w:numPicBullet>
  <w:numPicBullet w:numPicBulletId="9">
    <w:pict>
      <v:shape id="_x0000_i1065" type="#_x0000_t75" style="width:131.35pt;height:134.2pt" o:bullet="t">
        <v:imagedata r:id="rId10" o:title=""/>
      </v:shape>
    </w:pict>
  </w:numPicBullet>
  <w:numPicBullet w:numPicBulletId="10">
    <w:pict>
      <v:shape id="_x0000_i1066" type="#_x0000_t75" style="width:137.1pt;height:131.35pt" o:bullet="t">
        <v:imagedata r:id="rId11" o:title=""/>
      </v:shape>
    </w:pict>
  </w:numPicBullet>
  <w:numPicBullet w:numPicBulletId="11">
    <w:pict>
      <v:shape id="_x0000_i1067" type="#_x0000_t75" style="width:125pt;height:122.1pt" o:bullet="t">
        <v:imagedata r:id="rId12" o:title=""/>
      </v:shape>
    </w:pict>
  </w:numPicBullet>
  <w:numPicBullet w:numPicBulletId="12">
    <w:pict>
      <v:shape id="_x0000_i1068" type="#_x0000_t75" style="width:118.65pt;height:118.65pt" o:bullet="t">
        <v:imagedata r:id="rId13" o:title=""/>
      </v:shape>
    </w:pict>
  </w:numPicBullet>
  <w:numPicBullet w:numPicBulletId="13">
    <w:pict>
      <v:shape id="_x0000_i1069" type="#_x0000_t75" style="width:116.35pt;height:116.35pt" o:bullet="t">
        <v:imagedata r:id="rId14" o:title="Hand"/>
      </v:shape>
    </w:pict>
  </w:numPicBullet>
  <w:numPicBullet w:numPicBulletId="14">
    <w:pict>
      <v:shape id="_x0000_i1070" type="#_x0000_t75" style="width:114.05pt;height:114.6pt" o:bullet="t">
        <v:imagedata r:id="rId15" o:title="Hand"/>
      </v:shape>
    </w:pict>
  </w:numPicBullet>
  <w:abstractNum w:abstractNumId="0">
    <w:nsid w:val="FFFFFF7E"/>
    <w:multiLevelType w:val="singleLevel"/>
    <w:tmpl w:val="7D6AC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94D08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B2389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4EB6F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8B85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352ACE"/>
    <w:multiLevelType w:val="multilevel"/>
    <w:tmpl w:val="06F0A2B8"/>
    <w:lvl w:ilvl="0">
      <w:start w:val="1"/>
      <w:numFmt w:val="bullet"/>
      <w:lvlRestart w:val="0"/>
      <w:pStyle w:val="IconTechniker"/>
      <w:lvlText w:val="K"/>
      <w:lvlPicBulletId w:val="4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50D7B0B"/>
    <w:multiLevelType w:val="hybridMultilevel"/>
    <w:tmpl w:val="63203592"/>
    <w:name w:val="PunktListe22"/>
    <w:lvl w:ilvl="0" w:tplc="18864526">
      <w:start w:val="1"/>
      <w:numFmt w:val="bullet"/>
      <w:lvlRestart w:val="0"/>
      <w:lvlText w:val="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2341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0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3F389C"/>
    <w:multiLevelType w:val="hybridMultilevel"/>
    <w:tmpl w:val="3A5EB504"/>
    <w:name w:val="PunktListe20"/>
    <w:lvl w:ilvl="0" w:tplc="1CDA61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9663AF"/>
    <w:multiLevelType w:val="hybridMultilevel"/>
    <w:tmpl w:val="12D86B7E"/>
    <w:name w:val="PunktListe30"/>
    <w:lvl w:ilvl="0" w:tplc="DC3ED22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9A79E0"/>
    <w:multiLevelType w:val="singleLevel"/>
    <w:tmpl w:val="D1040E5E"/>
    <w:lvl w:ilvl="0">
      <w:start w:val="1"/>
      <w:numFmt w:val="bullet"/>
      <w:lvlRestart w:val="0"/>
      <w:pStyle w:val="IconErinnerung"/>
      <w:lvlText w:val=""/>
      <w:lvlPicBulletId w:val="14"/>
      <w:lvlJc w:val="left"/>
      <w:pPr>
        <w:tabs>
          <w:tab w:val="num" w:pos="0"/>
        </w:tabs>
        <w:ind w:left="0" w:hanging="283"/>
      </w:pPr>
      <w:rPr>
        <w:rFonts w:ascii="Symbol" w:hAnsi="Symbol" w:hint="default"/>
        <w:b/>
        <w:i w:val="0"/>
        <w:color w:val="auto"/>
        <w:sz w:val="80"/>
      </w:rPr>
    </w:lvl>
  </w:abstractNum>
  <w:abstractNum w:abstractNumId="10">
    <w:nsid w:val="0A533FF3"/>
    <w:multiLevelType w:val="hybridMultilevel"/>
    <w:tmpl w:val="D890A282"/>
    <w:name w:val="PunktListe5"/>
    <w:lvl w:ilvl="0" w:tplc="E5F21FA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D07125"/>
    <w:multiLevelType w:val="hybridMultilevel"/>
    <w:tmpl w:val="AD3C6136"/>
    <w:name w:val="PunktListe2"/>
    <w:lvl w:ilvl="0" w:tplc="7648237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3469A8"/>
    <w:multiLevelType w:val="hybridMultilevel"/>
    <w:tmpl w:val="85941128"/>
    <w:name w:val="PunktListe35"/>
    <w:lvl w:ilvl="0" w:tplc="A5A8C6F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3D667B"/>
    <w:multiLevelType w:val="hybridMultilevel"/>
    <w:tmpl w:val="9B5CB902"/>
    <w:name w:val="PunktListe21"/>
    <w:lvl w:ilvl="0" w:tplc="9D42776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EA9109A"/>
    <w:multiLevelType w:val="multilevel"/>
    <w:tmpl w:val="3C10A266"/>
    <w:lvl w:ilvl="0">
      <w:start w:val="1"/>
      <w:numFmt w:val="bullet"/>
      <w:lvlRestart w:val="0"/>
      <w:pStyle w:val="IconUebung"/>
      <w:lvlText w:val="Ü"/>
      <w:lvlPicBulletId w:val="8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5">
    <w:nsid w:val="11047E20"/>
    <w:multiLevelType w:val="singleLevel"/>
    <w:tmpl w:val="345E5FF8"/>
    <w:lvl w:ilvl="0">
      <w:start w:val="1"/>
      <w:numFmt w:val="bullet"/>
      <w:lvlRestart w:val="0"/>
      <w:pStyle w:val="Icon5"/>
      <w:lvlText w:val="5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16">
    <w:nsid w:val="1192386E"/>
    <w:multiLevelType w:val="multilevel"/>
    <w:tmpl w:val="7DCA0AFC"/>
    <w:lvl w:ilvl="0">
      <w:start w:val="1"/>
      <w:numFmt w:val="decimal"/>
      <w:lvlRestart w:val="0"/>
      <w:pStyle w:val="berschrift1"/>
      <w:lvlText w:val="%1  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0100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1225"/>
        </w:tabs>
        <w:ind w:left="1225" w:hanging="1225"/>
      </w:pPr>
      <w:rPr>
        <w:rFonts w:cs="Times New Roman" w:hint="default"/>
        <w:color w:val="0000FF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cs="Times New Roman" w:hint="default"/>
        <w:color w:val="0000FF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cs="Times New Roman" w:hint="default"/>
        <w:color w:val="0000FF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cs="Times New Roman" w:hint="default"/>
      </w:rPr>
    </w:lvl>
  </w:abstractNum>
  <w:abstractNum w:abstractNumId="17">
    <w:nsid w:val="139A3AF1"/>
    <w:multiLevelType w:val="hybridMultilevel"/>
    <w:tmpl w:val="F2400A0E"/>
    <w:name w:val="PunktListe38"/>
    <w:lvl w:ilvl="0" w:tplc="F1C01BC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CC3B0E"/>
    <w:multiLevelType w:val="hybridMultilevel"/>
    <w:tmpl w:val="A1D87960"/>
    <w:name w:val="PunktListe31"/>
    <w:lvl w:ilvl="0" w:tplc="115A1B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7B0734A"/>
    <w:multiLevelType w:val="hybridMultilevel"/>
    <w:tmpl w:val="0A246D9C"/>
    <w:name w:val="PunktListe27"/>
    <w:lvl w:ilvl="0" w:tplc="790A03E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725133"/>
    <w:multiLevelType w:val="hybridMultilevel"/>
    <w:tmpl w:val="2D48860C"/>
    <w:lvl w:ilvl="0" w:tplc="4ACCD84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5CA5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08A3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08E2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8651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58B4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0C94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BAAB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7046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BB497F"/>
    <w:multiLevelType w:val="singleLevel"/>
    <w:tmpl w:val="6638CE38"/>
    <w:name w:val="PunktListe25"/>
    <w:lvl w:ilvl="0">
      <w:start w:val="1"/>
      <w:numFmt w:val="bullet"/>
      <w:lvlRestart w:val="0"/>
      <w:pStyle w:val="Icon1"/>
      <w:lvlText w:val="1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2">
    <w:nsid w:val="1DC70491"/>
    <w:multiLevelType w:val="singleLevel"/>
    <w:tmpl w:val="7A1617C2"/>
    <w:lvl w:ilvl="0">
      <w:start w:val="1"/>
      <w:numFmt w:val="bullet"/>
      <w:lvlRestart w:val="0"/>
      <w:pStyle w:val="Icon6"/>
      <w:lvlText w:val="6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3">
    <w:nsid w:val="1F355A8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3343E85"/>
    <w:multiLevelType w:val="hybridMultilevel"/>
    <w:tmpl w:val="1DE8C4BA"/>
    <w:name w:val="NumList22"/>
    <w:lvl w:ilvl="0" w:tplc="773E143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161212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3987F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082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AE2E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C4AE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210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581D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A8A8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45B69"/>
    <w:multiLevelType w:val="hybridMultilevel"/>
    <w:tmpl w:val="24042A88"/>
    <w:name w:val="PunktListe13"/>
    <w:lvl w:ilvl="0" w:tplc="64F0E21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596DF2"/>
    <w:multiLevelType w:val="hybridMultilevel"/>
    <w:tmpl w:val="EEF6F278"/>
    <w:name w:val="PunktListe23"/>
    <w:lvl w:ilvl="0" w:tplc="5AA601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43079E"/>
    <w:multiLevelType w:val="singleLevel"/>
    <w:tmpl w:val="DF60094C"/>
    <w:name w:val="PunktListe28"/>
    <w:lvl w:ilvl="0">
      <w:start w:val="1"/>
      <w:numFmt w:val="bullet"/>
      <w:lvlRestart w:val="0"/>
      <w:pStyle w:val="Icon4"/>
      <w:lvlText w:val="4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28">
    <w:nsid w:val="2BF054E2"/>
    <w:multiLevelType w:val="hybridMultilevel"/>
    <w:tmpl w:val="AF12EBD2"/>
    <w:lvl w:ilvl="0" w:tplc="13A4C38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E152A2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8A7D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DC2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7AE2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216C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E095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E6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3887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D2070C8"/>
    <w:multiLevelType w:val="hybridMultilevel"/>
    <w:tmpl w:val="561A8772"/>
    <w:name w:val="PunktListe9"/>
    <w:lvl w:ilvl="0" w:tplc="19BC9DD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3C1F48"/>
    <w:multiLevelType w:val="hybridMultilevel"/>
    <w:tmpl w:val="69CACB16"/>
    <w:name w:val="PunktListe15"/>
    <w:lvl w:ilvl="0" w:tplc="8FD2D9F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A6174"/>
    <w:multiLevelType w:val="hybridMultilevel"/>
    <w:tmpl w:val="6EE2617E"/>
    <w:name w:val="PunktListe14"/>
    <w:lvl w:ilvl="0" w:tplc="E4FA0D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C025D3"/>
    <w:multiLevelType w:val="hybridMultilevel"/>
    <w:tmpl w:val="5F3E2802"/>
    <w:name w:val="PunktListe17"/>
    <w:lvl w:ilvl="0" w:tplc="36A8425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AA0B8E"/>
    <w:multiLevelType w:val="hybridMultilevel"/>
    <w:tmpl w:val="7F9C0FAC"/>
    <w:name w:val="PunktListe16"/>
    <w:lvl w:ilvl="0" w:tplc="A7E0E65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50A035A"/>
    <w:multiLevelType w:val="multilevel"/>
    <w:tmpl w:val="3A60D9A2"/>
    <w:name w:val="PunktListe24"/>
    <w:lvl w:ilvl="0">
      <w:start w:val="1"/>
      <w:numFmt w:val="bullet"/>
      <w:lvlRestart w:val="0"/>
      <w:pStyle w:val="IconBeispiel"/>
      <w:lvlText w:val="B"/>
      <w:lvlPicBulletId w:val="9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5">
    <w:nsid w:val="37991F33"/>
    <w:multiLevelType w:val="multilevel"/>
    <w:tmpl w:val="05D06DEC"/>
    <w:lvl w:ilvl="0">
      <w:start w:val="1"/>
      <w:numFmt w:val="decimal"/>
      <w:lvlRestart w:val="0"/>
      <w:pStyle w:val="ListeNum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B01510A"/>
    <w:multiLevelType w:val="hybridMultilevel"/>
    <w:tmpl w:val="C116E870"/>
    <w:lvl w:ilvl="0" w:tplc="2EB66B1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82CC54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F4B0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28A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C65E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B4A61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2880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78BC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F28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C8E5C74"/>
    <w:multiLevelType w:val="multilevel"/>
    <w:tmpl w:val="613E189A"/>
    <w:name w:val="PunktListe18"/>
    <w:lvl w:ilvl="0">
      <w:start w:val="1"/>
      <w:numFmt w:val="bullet"/>
      <w:lvlRestart w:val="0"/>
      <w:pStyle w:val="IconAnekdote"/>
      <w:lvlText w:val="A"/>
      <w:lvlPicBulletId w:val="6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38">
    <w:nsid w:val="3DD31411"/>
    <w:multiLevelType w:val="hybridMultilevel"/>
    <w:tmpl w:val="A95A936A"/>
    <w:lvl w:ilvl="0" w:tplc="C4627CF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B8040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96617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EC47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189D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C23C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FCE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D21F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88C1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E271F0C"/>
    <w:multiLevelType w:val="singleLevel"/>
    <w:tmpl w:val="B99668C8"/>
    <w:name w:val="PunktListe29"/>
    <w:lvl w:ilvl="0">
      <w:start w:val="1"/>
      <w:numFmt w:val="bullet"/>
      <w:lvlRestart w:val="0"/>
      <w:pStyle w:val="Icon3"/>
      <w:lvlText w:val="3"/>
      <w:lvlJc w:val="left"/>
      <w:pPr>
        <w:tabs>
          <w:tab w:val="num" w:pos="283"/>
        </w:tabs>
        <w:ind w:left="283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40">
    <w:nsid w:val="40176C94"/>
    <w:multiLevelType w:val="hybridMultilevel"/>
    <w:tmpl w:val="0EC2911A"/>
    <w:lvl w:ilvl="0" w:tplc="5658D218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4"/>
      </w:rPr>
    </w:lvl>
    <w:lvl w:ilvl="1" w:tplc="5ADC2A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06C2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EC01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F045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00D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1471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A0AD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DA0FF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16747D6"/>
    <w:multiLevelType w:val="hybridMultilevel"/>
    <w:tmpl w:val="EBC8EA02"/>
    <w:name w:val="PunktListe39"/>
    <w:lvl w:ilvl="0" w:tplc="9FD88790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213353"/>
    <w:multiLevelType w:val="hybridMultilevel"/>
    <w:tmpl w:val="8A3A380E"/>
    <w:name w:val="PunktListe36"/>
    <w:lvl w:ilvl="0" w:tplc="30E400F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8BC0888"/>
    <w:multiLevelType w:val="singleLevel"/>
    <w:tmpl w:val="D0BEB18C"/>
    <w:name w:val="PunktListe6"/>
    <w:lvl w:ilvl="0">
      <w:start w:val="1"/>
      <w:numFmt w:val="bullet"/>
      <w:lvlRestart w:val="0"/>
      <w:pStyle w:val="IconVorsicht"/>
      <w:lvlText w:val="V"/>
      <w:lvlPicBulletId w:val="1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4">
    <w:nsid w:val="49563C50"/>
    <w:multiLevelType w:val="singleLevel"/>
    <w:tmpl w:val="34B8C6A8"/>
    <w:lvl w:ilvl="0">
      <w:start w:val="1"/>
      <w:numFmt w:val="bullet"/>
      <w:lvlRestart w:val="0"/>
      <w:pStyle w:val="IconTipp"/>
      <w:lvlText w:val="T"/>
      <w:lvlPicBulletId w:val="0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45">
    <w:nsid w:val="4B4E275D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6">
    <w:nsid w:val="4C300CCD"/>
    <w:multiLevelType w:val="hybridMultilevel"/>
    <w:tmpl w:val="3DF652E0"/>
    <w:lvl w:ilvl="0" w:tplc="2BD6129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36B648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FA19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2A49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2AE0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F8CC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FEBC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F827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0EE69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CD7229F"/>
    <w:multiLevelType w:val="hybridMultilevel"/>
    <w:tmpl w:val="278A3C56"/>
    <w:name w:val="PunktListe8"/>
    <w:lvl w:ilvl="0" w:tplc="53102470">
      <w:start w:val="1"/>
      <w:numFmt w:val="bullet"/>
      <w:pStyle w:val="ListePunk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E8E612B"/>
    <w:multiLevelType w:val="hybridMultilevel"/>
    <w:tmpl w:val="F00C9DEC"/>
    <w:lvl w:ilvl="0" w:tplc="2870B18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F4A08A2"/>
    <w:multiLevelType w:val="multilevel"/>
    <w:tmpl w:val="0407001F"/>
    <w:name w:val="PunktListe34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>
    <w:nsid w:val="53220062"/>
    <w:multiLevelType w:val="multilevel"/>
    <w:tmpl w:val="32568B26"/>
    <w:lvl w:ilvl="0">
      <w:start w:val="1"/>
      <w:numFmt w:val="bullet"/>
      <w:lvlRestart w:val="0"/>
      <w:pStyle w:val="IconFragezeichen"/>
      <w:lvlText w:val="F"/>
      <w:lvlPicBulletId w:val="7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1">
    <w:nsid w:val="53483DE2"/>
    <w:multiLevelType w:val="hybridMultilevel"/>
    <w:tmpl w:val="76E6D688"/>
    <w:lvl w:ilvl="0" w:tplc="FEA8373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color w:val="auto"/>
        <w:position w:val="0"/>
        <w:sz w:val="40"/>
      </w:rPr>
    </w:lvl>
    <w:lvl w:ilvl="1" w:tplc="F98281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546F4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EF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9AB6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E03F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A8E3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F0FB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3A96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362159A"/>
    <w:multiLevelType w:val="hybridMultilevel"/>
    <w:tmpl w:val="32405148"/>
    <w:name w:val="PunktListe"/>
    <w:lvl w:ilvl="0" w:tplc="7CF657D8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40C19A9"/>
    <w:multiLevelType w:val="hybridMultilevel"/>
    <w:tmpl w:val="18CEFCEE"/>
    <w:name w:val="PunktListe11"/>
    <w:lvl w:ilvl="0" w:tplc="5168670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4EF151B"/>
    <w:multiLevelType w:val="multilevel"/>
    <w:tmpl w:val="D00A9270"/>
    <w:name w:val="PunktListe19"/>
    <w:lvl w:ilvl="0">
      <w:start w:val="1"/>
      <w:numFmt w:val="bullet"/>
      <w:lvlRestart w:val="0"/>
      <w:pStyle w:val="IconSanduhr"/>
      <w:lvlText w:val="S"/>
      <w:lvlPicBulletId w:val="11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55">
    <w:nsid w:val="569B3EAE"/>
    <w:multiLevelType w:val="multilevel"/>
    <w:tmpl w:val="D8D892D4"/>
    <w:lvl w:ilvl="0">
      <w:start w:val="1"/>
      <w:numFmt w:val="bullet"/>
      <w:lvlRestart w:val="0"/>
      <w:pStyle w:val="IconDefinition"/>
      <w:lvlText w:val="D"/>
      <w:lvlPicBulletId w:val="5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56">
    <w:nsid w:val="56FB2F4C"/>
    <w:multiLevelType w:val="hybridMultilevel"/>
    <w:tmpl w:val="6F64E07C"/>
    <w:lvl w:ilvl="0" w:tplc="DFD6B80C">
      <w:start w:val="1"/>
      <w:numFmt w:val="bullet"/>
      <w:lvlRestart w:val="0"/>
      <w:lvlText w:val="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sz w:val="20"/>
      </w:rPr>
    </w:lvl>
    <w:lvl w:ilvl="1" w:tplc="37E6E5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7BCFF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4859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8680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A6C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4CB7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5A67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28EBF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7216388"/>
    <w:multiLevelType w:val="hybridMultilevel"/>
    <w:tmpl w:val="65840232"/>
    <w:name w:val="HakenListe"/>
    <w:lvl w:ilvl="0" w:tplc="D7C8A5F2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8464E2D"/>
    <w:multiLevelType w:val="singleLevel"/>
    <w:tmpl w:val="886E8534"/>
    <w:name w:val="PunktListe4"/>
    <w:lvl w:ilvl="0">
      <w:start w:val="1"/>
      <w:numFmt w:val="bullet"/>
      <w:lvlRestart w:val="0"/>
      <w:pStyle w:val="Icon2"/>
      <w:lvlText w:val="2"/>
      <w:lvlJc w:val="left"/>
      <w:pPr>
        <w:tabs>
          <w:tab w:val="num" w:pos="-1"/>
        </w:tabs>
        <w:ind w:left="-1" w:hanging="283"/>
      </w:pPr>
      <w:rPr>
        <w:rFonts w:ascii="Arial" w:hAnsi="Arial"/>
        <w:b/>
        <w:i w:val="0"/>
        <w:color w:val="FF0000"/>
        <w:sz w:val="32"/>
      </w:rPr>
    </w:lvl>
  </w:abstractNum>
  <w:abstractNum w:abstractNumId="59">
    <w:nsid w:val="5AA35BB1"/>
    <w:multiLevelType w:val="hybridMultilevel"/>
    <w:tmpl w:val="6D4A08DA"/>
    <w:lvl w:ilvl="0" w:tplc="BB4E47A4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44821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6CAC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D858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3AFF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36B3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A60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E677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94B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C8B0D72"/>
    <w:multiLevelType w:val="hybridMultilevel"/>
    <w:tmpl w:val="FBB2A8CE"/>
    <w:name w:val="PunktListe7"/>
    <w:lvl w:ilvl="0" w:tplc="D31A461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8080"/>
        <w:sz w:val="28"/>
      </w:rPr>
    </w:lvl>
    <w:lvl w:ilvl="1" w:tplc="04070003">
      <w:start w:val="1"/>
      <w:numFmt w:val="bullet"/>
      <w:lvlText w:val="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800000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D5A1AD4"/>
    <w:multiLevelType w:val="multilevel"/>
    <w:tmpl w:val="67688DA6"/>
    <w:lvl w:ilvl="0">
      <w:start w:val="1"/>
      <w:numFmt w:val="decimal"/>
      <w:lvlRestart w:val="0"/>
      <w:pStyle w:val="ListeNumf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EC02739"/>
    <w:multiLevelType w:val="hybridMultilevel"/>
    <w:tmpl w:val="BE902908"/>
    <w:lvl w:ilvl="0" w:tplc="58E0160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9000D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D467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5C1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D45F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A42E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2239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2E07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984F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01677EB"/>
    <w:multiLevelType w:val="multilevel"/>
    <w:tmpl w:val="9996A486"/>
    <w:name w:val="PunktListe3"/>
    <w:lvl w:ilvl="0">
      <w:start w:val="1"/>
      <w:numFmt w:val="bullet"/>
      <w:lvlRestart w:val="0"/>
      <w:pStyle w:val="IconInternational"/>
      <w:lvlText w:val="I"/>
      <w:lvlPicBulletId w:val="10"/>
      <w:lvlJc w:val="left"/>
      <w:pPr>
        <w:tabs>
          <w:tab w:val="num" w:pos="0"/>
        </w:tabs>
        <w:ind w:hanging="283"/>
      </w:pPr>
      <w:rPr>
        <w:rFonts w:ascii="Arial" w:hAnsi="Arial"/>
        <w:b/>
        <w:i w:val="0"/>
        <w:color w:val="FF0000"/>
        <w:sz w:val="80"/>
      </w:rPr>
    </w:lvl>
    <w:lvl w:ilvl="1">
      <w:start w:val="1"/>
      <w:numFmt w:val="lowerLetter"/>
      <w:lvlText w:val="%2)"/>
      <w:lvlJc w:val="left"/>
      <w:pPr>
        <w:tabs>
          <w:tab w:val="num" w:pos="721"/>
        </w:tabs>
        <w:ind w:left="72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cs="Times New Roman"/>
      </w:rPr>
    </w:lvl>
  </w:abstractNum>
  <w:abstractNum w:abstractNumId="64">
    <w:nsid w:val="61750D2A"/>
    <w:multiLevelType w:val="hybridMultilevel"/>
    <w:tmpl w:val="4CC45D68"/>
    <w:lvl w:ilvl="0" w:tplc="95D2FC7A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9286C4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0ECC8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4818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E215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55471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8C0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EC8B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A2F6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5A50C8"/>
    <w:multiLevelType w:val="multilevel"/>
    <w:tmpl w:val="0407001D"/>
    <w:name w:val="PunktListe10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>
    <w:nsid w:val="64487584"/>
    <w:multiLevelType w:val="singleLevel"/>
    <w:tmpl w:val="DE562092"/>
    <w:lvl w:ilvl="0">
      <w:start w:val="1"/>
      <w:numFmt w:val="bullet"/>
      <w:lvlRestart w:val="0"/>
      <w:pStyle w:val="IconWarnung"/>
      <w:lvlText w:val="W"/>
      <w:lvlPicBulletId w:val="2"/>
      <w:lvlJc w:val="left"/>
      <w:pPr>
        <w:tabs>
          <w:tab w:val="num" w:pos="0"/>
        </w:tabs>
        <w:ind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7">
    <w:nsid w:val="67FC0C3C"/>
    <w:multiLevelType w:val="singleLevel"/>
    <w:tmpl w:val="D7C07D2E"/>
    <w:lvl w:ilvl="0">
      <w:start w:val="1"/>
      <w:numFmt w:val="bullet"/>
      <w:lvlRestart w:val="0"/>
      <w:pStyle w:val="IconCD"/>
      <w:lvlText w:val="C"/>
      <w:lvlPicBulletId w:val="12"/>
      <w:lvlJc w:val="left"/>
      <w:pPr>
        <w:tabs>
          <w:tab w:val="num" w:pos="-1"/>
        </w:tabs>
        <w:ind w:left="-1" w:hanging="283"/>
      </w:pPr>
      <w:rPr>
        <w:rFonts w:ascii="Arial" w:hAnsi="Arial" w:hint="default"/>
        <w:b/>
        <w:i w:val="0"/>
        <w:color w:val="FF0000"/>
        <w:sz w:val="80"/>
      </w:rPr>
    </w:lvl>
  </w:abstractNum>
  <w:abstractNum w:abstractNumId="68">
    <w:nsid w:val="689A1B38"/>
    <w:multiLevelType w:val="hybridMultilevel"/>
    <w:tmpl w:val="D0201128"/>
    <w:lvl w:ilvl="0" w:tplc="5C42DC36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948659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05C19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E02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8AA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52D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B2B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50E4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E522C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C4856A4"/>
    <w:multiLevelType w:val="hybridMultilevel"/>
    <w:tmpl w:val="7A2430A4"/>
    <w:name w:val="PunktListe12"/>
    <w:lvl w:ilvl="0" w:tplc="D52EE460">
      <w:start w:val="1"/>
      <w:numFmt w:val="bullet"/>
      <w:lvlRestart w:val="0"/>
      <w:pStyle w:val="ListeHaken"/>
      <w:lvlText w:val="ü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F350BC6"/>
    <w:multiLevelType w:val="hybridMultilevel"/>
    <w:tmpl w:val="0BF2AEF8"/>
    <w:lvl w:ilvl="0" w:tplc="55AC04FC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B8F649B"/>
    <w:multiLevelType w:val="hybridMultilevel"/>
    <w:tmpl w:val="C47AEEB8"/>
    <w:name w:val="PunktListe32"/>
    <w:lvl w:ilvl="0" w:tplc="1ECAA36E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C366A2C"/>
    <w:multiLevelType w:val="hybridMultilevel"/>
    <w:tmpl w:val="C85AC998"/>
    <w:name w:val="NumList23"/>
    <w:lvl w:ilvl="0" w:tplc="FFFFFFFF">
      <w:start w:val="1"/>
      <w:numFmt w:val="bullet"/>
      <w:lvlRestart w:val="0"/>
      <w:lvlText w:val=""/>
      <w:lvlJc w:val="left"/>
      <w:pPr>
        <w:tabs>
          <w:tab w:val="num" w:pos="680"/>
        </w:tabs>
        <w:ind w:left="680" w:hanging="340"/>
      </w:pPr>
      <w:rPr>
        <w:rFonts w:ascii="ZapfDingbats" w:hAnsi="ZapfDingbats" w:hint="default"/>
        <w:b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9"/>
  </w:num>
  <w:num w:numId="7">
    <w:abstractNumId w:val="65"/>
  </w:num>
  <w:num w:numId="8">
    <w:abstractNumId w:val="45"/>
  </w:num>
  <w:num w:numId="9">
    <w:abstractNumId w:val="21"/>
  </w:num>
  <w:num w:numId="10">
    <w:abstractNumId w:val="58"/>
  </w:num>
  <w:num w:numId="11">
    <w:abstractNumId w:val="39"/>
  </w:num>
  <w:num w:numId="12">
    <w:abstractNumId w:val="27"/>
  </w:num>
  <w:num w:numId="13">
    <w:abstractNumId w:val="15"/>
  </w:num>
  <w:num w:numId="14">
    <w:abstractNumId w:val="22"/>
  </w:num>
  <w:num w:numId="15">
    <w:abstractNumId w:val="37"/>
  </w:num>
  <w:num w:numId="16">
    <w:abstractNumId w:val="34"/>
  </w:num>
  <w:num w:numId="17">
    <w:abstractNumId w:val="67"/>
  </w:num>
  <w:num w:numId="18">
    <w:abstractNumId w:val="55"/>
  </w:num>
  <w:num w:numId="19">
    <w:abstractNumId w:val="9"/>
  </w:num>
  <w:num w:numId="20">
    <w:abstractNumId w:val="50"/>
  </w:num>
  <w:num w:numId="21">
    <w:abstractNumId w:val="63"/>
  </w:num>
  <w:num w:numId="22">
    <w:abstractNumId w:val="54"/>
  </w:num>
  <w:num w:numId="23">
    <w:abstractNumId w:val="5"/>
  </w:num>
  <w:num w:numId="24">
    <w:abstractNumId w:val="44"/>
  </w:num>
  <w:num w:numId="25">
    <w:abstractNumId w:val="14"/>
  </w:num>
  <w:num w:numId="26">
    <w:abstractNumId w:val="43"/>
  </w:num>
  <w:num w:numId="27">
    <w:abstractNumId w:val="66"/>
  </w:num>
  <w:num w:numId="28">
    <w:abstractNumId w:val="60"/>
  </w:num>
  <w:num w:numId="29">
    <w:abstractNumId w:val="69"/>
  </w:num>
  <w:num w:numId="30">
    <w:abstractNumId w:val="61"/>
  </w:num>
  <w:num w:numId="31">
    <w:abstractNumId w:val="47"/>
  </w:num>
  <w:num w:numId="32">
    <w:abstractNumId w:val="16"/>
  </w:num>
  <w:num w:numId="33">
    <w:abstractNumId w:val="35"/>
  </w:num>
  <w:num w:numId="34">
    <w:abstractNumId w:val="6"/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stylePaneFormatFilter w:val="0001"/>
  <w:defaultTabStop w:val="709"/>
  <w:hyphenationZone w:val="140"/>
  <w:doNotShadeFormData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Icon_1" w:val=" "/>
    <w:docVar w:name="Icon_2" w:val=" "/>
    <w:docVar w:name="Icon_3" w:val=" "/>
    <w:docVar w:name="Icon_4" w:val=" "/>
    <w:docVar w:name="Icon_5" w:val=" "/>
    <w:docVar w:name="Icon_6" w:val=" "/>
  </w:docVars>
  <w:rsids>
    <w:rsidRoot w:val="003E0ED2"/>
    <w:rsid w:val="00000AA0"/>
    <w:rsid w:val="00001EB3"/>
    <w:rsid w:val="00002D41"/>
    <w:rsid w:val="0000366A"/>
    <w:rsid w:val="00003E67"/>
    <w:rsid w:val="00004939"/>
    <w:rsid w:val="00005054"/>
    <w:rsid w:val="000058E4"/>
    <w:rsid w:val="00005CAF"/>
    <w:rsid w:val="000065F8"/>
    <w:rsid w:val="00006C85"/>
    <w:rsid w:val="000078A0"/>
    <w:rsid w:val="00013734"/>
    <w:rsid w:val="00013DA1"/>
    <w:rsid w:val="0001487A"/>
    <w:rsid w:val="00015311"/>
    <w:rsid w:val="00015A7E"/>
    <w:rsid w:val="00015EA7"/>
    <w:rsid w:val="000179B9"/>
    <w:rsid w:val="00022051"/>
    <w:rsid w:val="000229B0"/>
    <w:rsid w:val="00023EE3"/>
    <w:rsid w:val="00024864"/>
    <w:rsid w:val="00024AEA"/>
    <w:rsid w:val="00024F2E"/>
    <w:rsid w:val="00024F8C"/>
    <w:rsid w:val="0002678B"/>
    <w:rsid w:val="000305DD"/>
    <w:rsid w:val="00030C9D"/>
    <w:rsid w:val="00031823"/>
    <w:rsid w:val="00031DAB"/>
    <w:rsid w:val="00031FCC"/>
    <w:rsid w:val="0003278D"/>
    <w:rsid w:val="0003295F"/>
    <w:rsid w:val="00033F92"/>
    <w:rsid w:val="00033FF9"/>
    <w:rsid w:val="000356A2"/>
    <w:rsid w:val="0003585F"/>
    <w:rsid w:val="0003624E"/>
    <w:rsid w:val="000371D7"/>
    <w:rsid w:val="000374BF"/>
    <w:rsid w:val="00037C02"/>
    <w:rsid w:val="00040A61"/>
    <w:rsid w:val="0004136C"/>
    <w:rsid w:val="00041A8C"/>
    <w:rsid w:val="00042993"/>
    <w:rsid w:val="00042EED"/>
    <w:rsid w:val="0004404E"/>
    <w:rsid w:val="00044178"/>
    <w:rsid w:val="00046E5D"/>
    <w:rsid w:val="000471C9"/>
    <w:rsid w:val="00047C4C"/>
    <w:rsid w:val="00047D9E"/>
    <w:rsid w:val="00050BE2"/>
    <w:rsid w:val="00050E90"/>
    <w:rsid w:val="00052BF3"/>
    <w:rsid w:val="00052C5C"/>
    <w:rsid w:val="000555D6"/>
    <w:rsid w:val="00056B72"/>
    <w:rsid w:val="00057424"/>
    <w:rsid w:val="000605EB"/>
    <w:rsid w:val="00061CEB"/>
    <w:rsid w:val="00062F92"/>
    <w:rsid w:val="000635DD"/>
    <w:rsid w:val="000635EA"/>
    <w:rsid w:val="00064034"/>
    <w:rsid w:val="00065C87"/>
    <w:rsid w:val="00065D00"/>
    <w:rsid w:val="00067002"/>
    <w:rsid w:val="00070940"/>
    <w:rsid w:val="00072BA8"/>
    <w:rsid w:val="0007381E"/>
    <w:rsid w:val="00073F02"/>
    <w:rsid w:val="00075252"/>
    <w:rsid w:val="000802F6"/>
    <w:rsid w:val="000832FB"/>
    <w:rsid w:val="00083864"/>
    <w:rsid w:val="00084A92"/>
    <w:rsid w:val="000869DB"/>
    <w:rsid w:val="00086C00"/>
    <w:rsid w:val="0008715D"/>
    <w:rsid w:val="00090ACB"/>
    <w:rsid w:val="00091998"/>
    <w:rsid w:val="00092200"/>
    <w:rsid w:val="00094976"/>
    <w:rsid w:val="000966FC"/>
    <w:rsid w:val="0009713C"/>
    <w:rsid w:val="0009784C"/>
    <w:rsid w:val="000A0521"/>
    <w:rsid w:val="000A0CE1"/>
    <w:rsid w:val="000A1773"/>
    <w:rsid w:val="000A1EBB"/>
    <w:rsid w:val="000A22FB"/>
    <w:rsid w:val="000A4290"/>
    <w:rsid w:val="000A4D59"/>
    <w:rsid w:val="000A516B"/>
    <w:rsid w:val="000A5F27"/>
    <w:rsid w:val="000A5F8D"/>
    <w:rsid w:val="000A617F"/>
    <w:rsid w:val="000A7521"/>
    <w:rsid w:val="000A78EA"/>
    <w:rsid w:val="000B0120"/>
    <w:rsid w:val="000B0469"/>
    <w:rsid w:val="000B0771"/>
    <w:rsid w:val="000B0CAF"/>
    <w:rsid w:val="000B326D"/>
    <w:rsid w:val="000B4617"/>
    <w:rsid w:val="000B63AD"/>
    <w:rsid w:val="000B7106"/>
    <w:rsid w:val="000B7E6A"/>
    <w:rsid w:val="000C0217"/>
    <w:rsid w:val="000C0257"/>
    <w:rsid w:val="000C02D7"/>
    <w:rsid w:val="000C064D"/>
    <w:rsid w:val="000C12AA"/>
    <w:rsid w:val="000C3259"/>
    <w:rsid w:val="000C3C92"/>
    <w:rsid w:val="000C447C"/>
    <w:rsid w:val="000C5D77"/>
    <w:rsid w:val="000D2B8A"/>
    <w:rsid w:val="000D3360"/>
    <w:rsid w:val="000D5927"/>
    <w:rsid w:val="000D5F2B"/>
    <w:rsid w:val="000D68FA"/>
    <w:rsid w:val="000D78A6"/>
    <w:rsid w:val="000E2F94"/>
    <w:rsid w:val="000E5A9B"/>
    <w:rsid w:val="000E6CB5"/>
    <w:rsid w:val="000E6DAC"/>
    <w:rsid w:val="000E76ED"/>
    <w:rsid w:val="000E7CB1"/>
    <w:rsid w:val="000F1098"/>
    <w:rsid w:val="000F12D6"/>
    <w:rsid w:val="000F2381"/>
    <w:rsid w:val="000F2BFA"/>
    <w:rsid w:val="000F565A"/>
    <w:rsid w:val="000F5B94"/>
    <w:rsid w:val="000F5D72"/>
    <w:rsid w:val="000F6146"/>
    <w:rsid w:val="000F65F4"/>
    <w:rsid w:val="000F75B3"/>
    <w:rsid w:val="000F78B9"/>
    <w:rsid w:val="00101EE6"/>
    <w:rsid w:val="001053DF"/>
    <w:rsid w:val="00107B53"/>
    <w:rsid w:val="00107C88"/>
    <w:rsid w:val="00112D3B"/>
    <w:rsid w:val="00113DB4"/>
    <w:rsid w:val="00113F9D"/>
    <w:rsid w:val="00115A11"/>
    <w:rsid w:val="00117EE3"/>
    <w:rsid w:val="00121A85"/>
    <w:rsid w:val="00121CB8"/>
    <w:rsid w:val="001222D1"/>
    <w:rsid w:val="00122CD2"/>
    <w:rsid w:val="00124894"/>
    <w:rsid w:val="001249D2"/>
    <w:rsid w:val="00125651"/>
    <w:rsid w:val="00125DD7"/>
    <w:rsid w:val="001261E8"/>
    <w:rsid w:val="0013024C"/>
    <w:rsid w:val="00130533"/>
    <w:rsid w:val="00133D43"/>
    <w:rsid w:val="0013460E"/>
    <w:rsid w:val="00134F28"/>
    <w:rsid w:val="0013518C"/>
    <w:rsid w:val="00135351"/>
    <w:rsid w:val="00135FCE"/>
    <w:rsid w:val="0014034D"/>
    <w:rsid w:val="001416CA"/>
    <w:rsid w:val="0014234A"/>
    <w:rsid w:val="00142586"/>
    <w:rsid w:val="00142E7F"/>
    <w:rsid w:val="001433E1"/>
    <w:rsid w:val="00143DBB"/>
    <w:rsid w:val="001441D5"/>
    <w:rsid w:val="0014545E"/>
    <w:rsid w:val="001456A7"/>
    <w:rsid w:val="00145C25"/>
    <w:rsid w:val="001461E5"/>
    <w:rsid w:val="001507A6"/>
    <w:rsid w:val="00150BA9"/>
    <w:rsid w:val="001519FA"/>
    <w:rsid w:val="00151F69"/>
    <w:rsid w:val="001521F4"/>
    <w:rsid w:val="001530BB"/>
    <w:rsid w:val="00153CB4"/>
    <w:rsid w:val="00154B7C"/>
    <w:rsid w:val="0015701C"/>
    <w:rsid w:val="00157DCE"/>
    <w:rsid w:val="00160FC3"/>
    <w:rsid w:val="001623BE"/>
    <w:rsid w:val="001628FD"/>
    <w:rsid w:val="00162B79"/>
    <w:rsid w:val="00162E79"/>
    <w:rsid w:val="00162EDF"/>
    <w:rsid w:val="001637A5"/>
    <w:rsid w:val="0016412B"/>
    <w:rsid w:val="00164756"/>
    <w:rsid w:val="00164E5A"/>
    <w:rsid w:val="00164E67"/>
    <w:rsid w:val="0016534A"/>
    <w:rsid w:val="001663C7"/>
    <w:rsid w:val="00172A7B"/>
    <w:rsid w:val="001732E4"/>
    <w:rsid w:val="0017331D"/>
    <w:rsid w:val="001735DE"/>
    <w:rsid w:val="00173B9E"/>
    <w:rsid w:val="00174878"/>
    <w:rsid w:val="00175244"/>
    <w:rsid w:val="00176065"/>
    <w:rsid w:val="00176CB5"/>
    <w:rsid w:val="00177422"/>
    <w:rsid w:val="001778F5"/>
    <w:rsid w:val="00182AFC"/>
    <w:rsid w:val="00182CEF"/>
    <w:rsid w:val="00182DBC"/>
    <w:rsid w:val="00185A64"/>
    <w:rsid w:val="001878C0"/>
    <w:rsid w:val="0019022E"/>
    <w:rsid w:val="00192E4D"/>
    <w:rsid w:val="001933BB"/>
    <w:rsid w:val="00194F84"/>
    <w:rsid w:val="00195AD5"/>
    <w:rsid w:val="00195B5F"/>
    <w:rsid w:val="0019679D"/>
    <w:rsid w:val="00196D1C"/>
    <w:rsid w:val="001974D4"/>
    <w:rsid w:val="001A081A"/>
    <w:rsid w:val="001A2B28"/>
    <w:rsid w:val="001A3098"/>
    <w:rsid w:val="001A4EAF"/>
    <w:rsid w:val="001A69AB"/>
    <w:rsid w:val="001A6D2B"/>
    <w:rsid w:val="001B04FE"/>
    <w:rsid w:val="001B1DEB"/>
    <w:rsid w:val="001B28AC"/>
    <w:rsid w:val="001B37A5"/>
    <w:rsid w:val="001B3CDC"/>
    <w:rsid w:val="001B4041"/>
    <w:rsid w:val="001B542A"/>
    <w:rsid w:val="001B58C7"/>
    <w:rsid w:val="001B5901"/>
    <w:rsid w:val="001B6297"/>
    <w:rsid w:val="001B6EA2"/>
    <w:rsid w:val="001C52CC"/>
    <w:rsid w:val="001C6F81"/>
    <w:rsid w:val="001C7439"/>
    <w:rsid w:val="001C7698"/>
    <w:rsid w:val="001D031F"/>
    <w:rsid w:val="001D0E49"/>
    <w:rsid w:val="001D1D28"/>
    <w:rsid w:val="001D24A7"/>
    <w:rsid w:val="001D47C5"/>
    <w:rsid w:val="001D74A1"/>
    <w:rsid w:val="001E0FF3"/>
    <w:rsid w:val="001F03E0"/>
    <w:rsid w:val="001F045F"/>
    <w:rsid w:val="001F0771"/>
    <w:rsid w:val="001F14EE"/>
    <w:rsid w:val="001F2B8C"/>
    <w:rsid w:val="001F397A"/>
    <w:rsid w:val="001F4D3D"/>
    <w:rsid w:val="001F4FC8"/>
    <w:rsid w:val="001F5005"/>
    <w:rsid w:val="001F5583"/>
    <w:rsid w:val="001F5AC0"/>
    <w:rsid w:val="001F7DDC"/>
    <w:rsid w:val="0020222D"/>
    <w:rsid w:val="00211DE0"/>
    <w:rsid w:val="00212070"/>
    <w:rsid w:val="00212B22"/>
    <w:rsid w:val="00212DEA"/>
    <w:rsid w:val="00213542"/>
    <w:rsid w:val="002140B5"/>
    <w:rsid w:val="00215F38"/>
    <w:rsid w:val="002170E8"/>
    <w:rsid w:val="00217818"/>
    <w:rsid w:val="002223FC"/>
    <w:rsid w:val="00222AA9"/>
    <w:rsid w:val="00222FBF"/>
    <w:rsid w:val="00223AB5"/>
    <w:rsid w:val="002245E1"/>
    <w:rsid w:val="00227780"/>
    <w:rsid w:val="00231EDE"/>
    <w:rsid w:val="0023223B"/>
    <w:rsid w:val="00232485"/>
    <w:rsid w:val="00233AAD"/>
    <w:rsid w:val="002347B9"/>
    <w:rsid w:val="00237ED1"/>
    <w:rsid w:val="0024357B"/>
    <w:rsid w:val="002439E8"/>
    <w:rsid w:val="00244833"/>
    <w:rsid w:val="00244C16"/>
    <w:rsid w:val="002451CA"/>
    <w:rsid w:val="00245B02"/>
    <w:rsid w:val="00251295"/>
    <w:rsid w:val="00260DB1"/>
    <w:rsid w:val="002615B6"/>
    <w:rsid w:val="00261B59"/>
    <w:rsid w:val="00262728"/>
    <w:rsid w:val="002649A6"/>
    <w:rsid w:val="00264B6C"/>
    <w:rsid w:val="00265491"/>
    <w:rsid w:val="002654E3"/>
    <w:rsid w:val="002700D6"/>
    <w:rsid w:val="00270B33"/>
    <w:rsid w:val="00270F4D"/>
    <w:rsid w:val="00272589"/>
    <w:rsid w:val="00273E61"/>
    <w:rsid w:val="002742D6"/>
    <w:rsid w:val="002756CF"/>
    <w:rsid w:val="002771F1"/>
    <w:rsid w:val="00277916"/>
    <w:rsid w:val="00280851"/>
    <w:rsid w:val="00280A1A"/>
    <w:rsid w:val="00281069"/>
    <w:rsid w:val="00281970"/>
    <w:rsid w:val="00281CB5"/>
    <w:rsid w:val="002825FA"/>
    <w:rsid w:val="00282E91"/>
    <w:rsid w:val="00284133"/>
    <w:rsid w:val="002854B5"/>
    <w:rsid w:val="00285D82"/>
    <w:rsid w:val="002860C9"/>
    <w:rsid w:val="00287553"/>
    <w:rsid w:val="002901E7"/>
    <w:rsid w:val="00290FBB"/>
    <w:rsid w:val="00290FD2"/>
    <w:rsid w:val="00291937"/>
    <w:rsid w:val="0029221F"/>
    <w:rsid w:val="0029252E"/>
    <w:rsid w:val="00292676"/>
    <w:rsid w:val="00294087"/>
    <w:rsid w:val="0029543F"/>
    <w:rsid w:val="00296ECD"/>
    <w:rsid w:val="002A07F8"/>
    <w:rsid w:val="002A1251"/>
    <w:rsid w:val="002A1315"/>
    <w:rsid w:val="002A15A1"/>
    <w:rsid w:val="002A20A9"/>
    <w:rsid w:val="002A3790"/>
    <w:rsid w:val="002A461B"/>
    <w:rsid w:val="002A4F6D"/>
    <w:rsid w:val="002A5038"/>
    <w:rsid w:val="002A5953"/>
    <w:rsid w:val="002A5ECB"/>
    <w:rsid w:val="002A7FCB"/>
    <w:rsid w:val="002B067D"/>
    <w:rsid w:val="002B11B5"/>
    <w:rsid w:val="002B19FD"/>
    <w:rsid w:val="002B3AA5"/>
    <w:rsid w:val="002B3D11"/>
    <w:rsid w:val="002B6AC9"/>
    <w:rsid w:val="002B7804"/>
    <w:rsid w:val="002B7E1E"/>
    <w:rsid w:val="002C0395"/>
    <w:rsid w:val="002C24EF"/>
    <w:rsid w:val="002C3277"/>
    <w:rsid w:val="002C3740"/>
    <w:rsid w:val="002C3A9D"/>
    <w:rsid w:val="002C3D63"/>
    <w:rsid w:val="002C3EE6"/>
    <w:rsid w:val="002C4209"/>
    <w:rsid w:val="002C4225"/>
    <w:rsid w:val="002C4D18"/>
    <w:rsid w:val="002C4FEF"/>
    <w:rsid w:val="002C5707"/>
    <w:rsid w:val="002C7414"/>
    <w:rsid w:val="002D0CEB"/>
    <w:rsid w:val="002D130C"/>
    <w:rsid w:val="002D1351"/>
    <w:rsid w:val="002D7B71"/>
    <w:rsid w:val="002E0DE0"/>
    <w:rsid w:val="002E189B"/>
    <w:rsid w:val="002E7DDD"/>
    <w:rsid w:val="002F04E1"/>
    <w:rsid w:val="002F0B15"/>
    <w:rsid w:val="002F22C6"/>
    <w:rsid w:val="002F27A9"/>
    <w:rsid w:val="002F38B1"/>
    <w:rsid w:val="002F3A35"/>
    <w:rsid w:val="002F43A3"/>
    <w:rsid w:val="003003A3"/>
    <w:rsid w:val="00300805"/>
    <w:rsid w:val="00300F49"/>
    <w:rsid w:val="00303ADF"/>
    <w:rsid w:val="00304209"/>
    <w:rsid w:val="003067D3"/>
    <w:rsid w:val="00306916"/>
    <w:rsid w:val="00306E7A"/>
    <w:rsid w:val="00306F5E"/>
    <w:rsid w:val="00307CEA"/>
    <w:rsid w:val="00307F38"/>
    <w:rsid w:val="003107DA"/>
    <w:rsid w:val="00310ADF"/>
    <w:rsid w:val="00311130"/>
    <w:rsid w:val="00313009"/>
    <w:rsid w:val="00313C7F"/>
    <w:rsid w:val="00314350"/>
    <w:rsid w:val="00315B1D"/>
    <w:rsid w:val="00315CEB"/>
    <w:rsid w:val="0031659A"/>
    <w:rsid w:val="00317266"/>
    <w:rsid w:val="00317368"/>
    <w:rsid w:val="00317F32"/>
    <w:rsid w:val="00320259"/>
    <w:rsid w:val="00320441"/>
    <w:rsid w:val="0032153A"/>
    <w:rsid w:val="0032279C"/>
    <w:rsid w:val="0032620D"/>
    <w:rsid w:val="003264E2"/>
    <w:rsid w:val="00330720"/>
    <w:rsid w:val="00331437"/>
    <w:rsid w:val="00332B9A"/>
    <w:rsid w:val="003339BC"/>
    <w:rsid w:val="00341B7B"/>
    <w:rsid w:val="00341B8D"/>
    <w:rsid w:val="0034230A"/>
    <w:rsid w:val="003425DC"/>
    <w:rsid w:val="00342CFF"/>
    <w:rsid w:val="00342F31"/>
    <w:rsid w:val="00343206"/>
    <w:rsid w:val="00346C83"/>
    <w:rsid w:val="00350D33"/>
    <w:rsid w:val="00351F73"/>
    <w:rsid w:val="003521C3"/>
    <w:rsid w:val="00353145"/>
    <w:rsid w:val="00354F25"/>
    <w:rsid w:val="00355B47"/>
    <w:rsid w:val="00355F21"/>
    <w:rsid w:val="00356E51"/>
    <w:rsid w:val="00360D41"/>
    <w:rsid w:val="003642CE"/>
    <w:rsid w:val="00364622"/>
    <w:rsid w:val="003660D4"/>
    <w:rsid w:val="00367207"/>
    <w:rsid w:val="00371B78"/>
    <w:rsid w:val="00372A5E"/>
    <w:rsid w:val="003735FD"/>
    <w:rsid w:val="00373F11"/>
    <w:rsid w:val="00373F5D"/>
    <w:rsid w:val="00374BFA"/>
    <w:rsid w:val="00380AAF"/>
    <w:rsid w:val="00381AFC"/>
    <w:rsid w:val="00381D55"/>
    <w:rsid w:val="0038314E"/>
    <w:rsid w:val="003833D1"/>
    <w:rsid w:val="00383D7F"/>
    <w:rsid w:val="003844EB"/>
    <w:rsid w:val="003861A5"/>
    <w:rsid w:val="00386A7C"/>
    <w:rsid w:val="00386FB0"/>
    <w:rsid w:val="00387D36"/>
    <w:rsid w:val="0039070B"/>
    <w:rsid w:val="00391737"/>
    <w:rsid w:val="00392024"/>
    <w:rsid w:val="003926EE"/>
    <w:rsid w:val="0039324A"/>
    <w:rsid w:val="00393D44"/>
    <w:rsid w:val="0039458B"/>
    <w:rsid w:val="00394756"/>
    <w:rsid w:val="0039576F"/>
    <w:rsid w:val="00395DAF"/>
    <w:rsid w:val="00396843"/>
    <w:rsid w:val="00396ABA"/>
    <w:rsid w:val="003974D7"/>
    <w:rsid w:val="003A1F12"/>
    <w:rsid w:val="003A2295"/>
    <w:rsid w:val="003A49FB"/>
    <w:rsid w:val="003A4ABE"/>
    <w:rsid w:val="003A54BF"/>
    <w:rsid w:val="003A71AD"/>
    <w:rsid w:val="003A7D09"/>
    <w:rsid w:val="003B0CE9"/>
    <w:rsid w:val="003B0FAE"/>
    <w:rsid w:val="003B128F"/>
    <w:rsid w:val="003B15A2"/>
    <w:rsid w:val="003B1AAA"/>
    <w:rsid w:val="003B2B43"/>
    <w:rsid w:val="003B2D1C"/>
    <w:rsid w:val="003B2DDE"/>
    <w:rsid w:val="003B410D"/>
    <w:rsid w:val="003B65AA"/>
    <w:rsid w:val="003B6DF2"/>
    <w:rsid w:val="003B70B5"/>
    <w:rsid w:val="003C1BDD"/>
    <w:rsid w:val="003C1CCD"/>
    <w:rsid w:val="003C1D6F"/>
    <w:rsid w:val="003C4A89"/>
    <w:rsid w:val="003C6850"/>
    <w:rsid w:val="003D1832"/>
    <w:rsid w:val="003D23CB"/>
    <w:rsid w:val="003D3011"/>
    <w:rsid w:val="003D3727"/>
    <w:rsid w:val="003D3DCC"/>
    <w:rsid w:val="003D5973"/>
    <w:rsid w:val="003D71A1"/>
    <w:rsid w:val="003D7612"/>
    <w:rsid w:val="003D768D"/>
    <w:rsid w:val="003E0053"/>
    <w:rsid w:val="003E0ED2"/>
    <w:rsid w:val="003E348B"/>
    <w:rsid w:val="003E530F"/>
    <w:rsid w:val="003E604C"/>
    <w:rsid w:val="003E69E8"/>
    <w:rsid w:val="003F2BBA"/>
    <w:rsid w:val="003F40E4"/>
    <w:rsid w:val="003F4A96"/>
    <w:rsid w:val="003F4B0A"/>
    <w:rsid w:val="003F5384"/>
    <w:rsid w:val="003F63ED"/>
    <w:rsid w:val="003F64C9"/>
    <w:rsid w:val="003F670E"/>
    <w:rsid w:val="003F7AC4"/>
    <w:rsid w:val="003F7D6D"/>
    <w:rsid w:val="004036D6"/>
    <w:rsid w:val="00404438"/>
    <w:rsid w:val="0040455A"/>
    <w:rsid w:val="0040580D"/>
    <w:rsid w:val="00405DB4"/>
    <w:rsid w:val="004062D5"/>
    <w:rsid w:val="0040768C"/>
    <w:rsid w:val="004079EC"/>
    <w:rsid w:val="00407D19"/>
    <w:rsid w:val="00410E57"/>
    <w:rsid w:val="004122AB"/>
    <w:rsid w:val="00412AEE"/>
    <w:rsid w:val="00413C99"/>
    <w:rsid w:val="004154FF"/>
    <w:rsid w:val="00416ADD"/>
    <w:rsid w:val="00417B6C"/>
    <w:rsid w:val="00420AC1"/>
    <w:rsid w:val="00422864"/>
    <w:rsid w:val="00422A66"/>
    <w:rsid w:val="00424D66"/>
    <w:rsid w:val="00425A11"/>
    <w:rsid w:val="00425A9F"/>
    <w:rsid w:val="00426A15"/>
    <w:rsid w:val="0042708A"/>
    <w:rsid w:val="004270FF"/>
    <w:rsid w:val="00430F95"/>
    <w:rsid w:val="0043524B"/>
    <w:rsid w:val="00435674"/>
    <w:rsid w:val="004362A1"/>
    <w:rsid w:val="0043678F"/>
    <w:rsid w:val="00437915"/>
    <w:rsid w:val="00440A60"/>
    <w:rsid w:val="00442202"/>
    <w:rsid w:val="00442242"/>
    <w:rsid w:val="004434D7"/>
    <w:rsid w:val="00443508"/>
    <w:rsid w:val="00443ADA"/>
    <w:rsid w:val="004451DF"/>
    <w:rsid w:val="00446844"/>
    <w:rsid w:val="004502AB"/>
    <w:rsid w:val="0045242A"/>
    <w:rsid w:val="00452692"/>
    <w:rsid w:val="00452EB4"/>
    <w:rsid w:val="0045509C"/>
    <w:rsid w:val="004569F5"/>
    <w:rsid w:val="004600A7"/>
    <w:rsid w:val="004623F1"/>
    <w:rsid w:val="004626E5"/>
    <w:rsid w:val="004629DA"/>
    <w:rsid w:val="00462E34"/>
    <w:rsid w:val="00462E6A"/>
    <w:rsid w:val="00463985"/>
    <w:rsid w:val="00464DFA"/>
    <w:rsid w:val="00466D86"/>
    <w:rsid w:val="004726CB"/>
    <w:rsid w:val="00472964"/>
    <w:rsid w:val="00477212"/>
    <w:rsid w:val="00480175"/>
    <w:rsid w:val="004814B8"/>
    <w:rsid w:val="00484A58"/>
    <w:rsid w:val="00485106"/>
    <w:rsid w:val="00485BE2"/>
    <w:rsid w:val="0049245C"/>
    <w:rsid w:val="0049292C"/>
    <w:rsid w:val="00493B58"/>
    <w:rsid w:val="00495AE9"/>
    <w:rsid w:val="00496BF6"/>
    <w:rsid w:val="00496CDC"/>
    <w:rsid w:val="004A04C1"/>
    <w:rsid w:val="004A0807"/>
    <w:rsid w:val="004A148A"/>
    <w:rsid w:val="004A2935"/>
    <w:rsid w:val="004A7262"/>
    <w:rsid w:val="004B02AD"/>
    <w:rsid w:val="004B1E1F"/>
    <w:rsid w:val="004B2A1C"/>
    <w:rsid w:val="004B2FBD"/>
    <w:rsid w:val="004B5F7E"/>
    <w:rsid w:val="004B680D"/>
    <w:rsid w:val="004B7926"/>
    <w:rsid w:val="004C03DD"/>
    <w:rsid w:val="004C19F4"/>
    <w:rsid w:val="004C1D68"/>
    <w:rsid w:val="004C4F28"/>
    <w:rsid w:val="004C6A5A"/>
    <w:rsid w:val="004D00AA"/>
    <w:rsid w:val="004D3382"/>
    <w:rsid w:val="004D5FEB"/>
    <w:rsid w:val="004D66B7"/>
    <w:rsid w:val="004D6D3D"/>
    <w:rsid w:val="004E121E"/>
    <w:rsid w:val="004E33A9"/>
    <w:rsid w:val="004E3976"/>
    <w:rsid w:val="004E4E61"/>
    <w:rsid w:val="004E69F2"/>
    <w:rsid w:val="004F13B7"/>
    <w:rsid w:val="004F1D28"/>
    <w:rsid w:val="004F1DBA"/>
    <w:rsid w:val="004F5154"/>
    <w:rsid w:val="00500169"/>
    <w:rsid w:val="00501760"/>
    <w:rsid w:val="00501C12"/>
    <w:rsid w:val="00502403"/>
    <w:rsid w:val="00503DE0"/>
    <w:rsid w:val="00505942"/>
    <w:rsid w:val="0050664D"/>
    <w:rsid w:val="005073B2"/>
    <w:rsid w:val="00510219"/>
    <w:rsid w:val="005131D7"/>
    <w:rsid w:val="0051395C"/>
    <w:rsid w:val="005143AF"/>
    <w:rsid w:val="0051588E"/>
    <w:rsid w:val="00522A19"/>
    <w:rsid w:val="005249C4"/>
    <w:rsid w:val="00525289"/>
    <w:rsid w:val="00527123"/>
    <w:rsid w:val="0052745E"/>
    <w:rsid w:val="005301F4"/>
    <w:rsid w:val="00534B65"/>
    <w:rsid w:val="00536E6C"/>
    <w:rsid w:val="0054571B"/>
    <w:rsid w:val="0054596E"/>
    <w:rsid w:val="00546971"/>
    <w:rsid w:val="00546B9D"/>
    <w:rsid w:val="0055008A"/>
    <w:rsid w:val="00552072"/>
    <w:rsid w:val="0055368D"/>
    <w:rsid w:val="00554554"/>
    <w:rsid w:val="00554FDE"/>
    <w:rsid w:val="00555D7D"/>
    <w:rsid w:val="00556BC8"/>
    <w:rsid w:val="005579AA"/>
    <w:rsid w:val="005600FE"/>
    <w:rsid w:val="00560983"/>
    <w:rsid w:val="00560BAB"/>
    <w:rsid w:val="00562603"/>
    <w:rsid w:val="00564CE3"/>
    <w:rsid w:val="00567B03"/>
    <w:rsid w:val="00567ED5"/>
    <w:rsid w:val="005710F7"/>
    <w:rsid w:val="005730A0"/>
    <w:rsid w:val="00573DC1"/>
    <w:rsid w:val="00574FB3"/>
    <w:rsid w:val="00575348"/>
    <w:rsid w:val="00575EB2"/>
    <w:rsid w:val="00576375"/>
    <w:rsid w:val="00576A2A"/>
    <w:rsid w:val="005770A6"/>
    <w:rsid w:val="00580702"/>
    <w:rsid w:val="00581094"/>
    <w:rsid w:val="0058468E"/>
    <w:rsid w:val="00590333"/>
    <w:rsid w:val="0059033B"/>
    <w:rsid w:val="005919F9"/>
    <w:rsid w:val="005929B0"/>
    <w:rsid w:val="005929CA"/>
    <w:rsid w:val="005955EA"/>
    <w:rsid w:val="005959CE"/>
    <w:rsid w:val="005960C7"/>
    <w:rsid w:val="005960F3"/>
    <w:rsid w:val="00596142"/>
    <w:rsid w:val="00596674"/>
    <w:rsid w:val="005A094E"/>
    <w:rsid w:val="005A3347"/>
    <w:rsid w:val="005A3510"/>
    <w:rsid w:val="005A3576"/>
    <w:rsid w:val="005A3699"/>
    <w:rsid w:val="005A3A99"/>
    <w:rsid w:val="005A3FE6"/>
    <w:rsid w:val="005A6734"/>
    <w:rsid w:val="005B0E63"/>
    <w:rsid w:val="005B151A"/>
    <w:rsid w:val="005B1527"/>
    <w:rsid w:val="005B18D3"/>
    <w:rsid w:val="005B2767"/>
    <w:rsid w:val="005B3075"/>
    <w:rsid w:val="005B316A"/>
    <w:rsid w:val="005B600E"/>
    <w:rsid w:val="005B61C8"/>
    <w:rsid w:val="005C0783"/>
    <w:rsid w:val="005C1FF4"/>
    <w:rsid w:val="005C6A4A"/>
    <w:rsid w:val="005C7256"/>
    <w:rsid w:val="005C754E"/>
    <w:rsid w:val="005D113B"/>
    <w:rsid w:val="005D2245"/>
    <w:rsid w:val="005D24C0"/>
    <w:rsid w:val="005D30F5"/>
    <w:rsid w:val="005D5036"/>
    <w:rsid w:val="005D547E"/>
    <w:rsid w:val="005D7E1A"/>
    <w:rsid w:val="005E0461"/>
    <w:rsid w:val="005E1A0E"/>
    <w:rsid w:val="005E2CA1"/>
    <w:rsid w:val="005E3A7B"/>
    <w:rsid w:val="005E5DF4"/>
    <w:rsid w:val="005F0906"/>
    <w:rsid w:val="005F0D2D"/>
    <w:rsid w:val="005F3730"/>
    <w:rsid w:val="00600EA2"/>
    <w:rsid w:val="00601D21"/>
    <w:rsid w:val="0060296D"/>
    <w:rsid w:val="00602D32"/>
    <w:rsid w:val="0061251F"/>
    <w:rsid w:val="00612FF1"/>
    <w:rsid w:val="00615263"/>
    <w:rsid w:val="006152B2"/>
    <w:rsid w:val="00615EE4"/>
    <w:rsid w:val="00616596"/>
    <w:rsid w:val="00617FBB"/>
    <w:rsid w:val="006237C7"/>
    <w:rsid w:val="00623B4B"/>
    <w:rsid w:val="006278E4"/>
    <w:rsid w:val="006301E7"/>
    <w:rsid w:val="00631AAA"/>
    <w:rsid w:val="00633EF5"/>
    <w:rsid w:val="0063423B"/>
    <w:rsid w:val="00634644"/>
    <w:rsid w:val="00637577"/>
    <w:rsid w:val="0064081B"/>
    <w:rsid w:val="0064149F"/>
    <w:rsid w:val="00643DFB"/>
    <w:rsid w:val="006444F7"/>
    <w:rsid w:val="00644BC7"/>
    <w:rsid w:val="0064503D"/>
    <w:rsid w:val="006453B9"/>
    <w:rsid w:val="006461DD"/>
    <w:rsid w:val="00646C0B"/>
    <w:rsid w:val="00646CBF"/>
    <w:rsid w:val="0064724F"/>
    <w:rsid w:val="0065049A"/>
    <w:rsid w:val="0065054F"/>
    <w:rsid w:val="00650912"/>
    <w:rsid w:val="00650C62"/>
    <w:rsid w:val="00655EE8"/>
    <w:rsid w:val="00656E95"/>
    <w:rsid w:val="0066079C"/>
    <w:rsid w:val="00662686"/>
    <w:rsid w:val="00663C0F"/>
    <w:rsid w:val="00664270"/>
    <w:rsid w:val="00664DE9"/>
    <w:rsid w:val="00666FED"/>
    <w:rsid w:val="00667600"/>
    <w:rsid w:val="00670C70"/>
    <w:rsid w:val="006742FF"/>
    <w:rsid w:val="006747D0"/>
    <w:rsid w:val="00674A9E"/>
    <w:rsid w:val="00675739"/>
    <w:rsid w:val="00675B66"/>
    <w:rsid w:val="0067787E"/>
    <w:rsid w:val="00684652"/>
    <w:rsid w:val="00685959"/>
    <w:rsid w:val="00690793"/>
    <w:rsid w:val="0069189D"/>
    <w:rsid w:val="006922FA"/>
    <w:rsid w:val="00692A59"/>
    <w:rsid w:val="00693A4F"/>
    <w:rsid w:val="00693BB0"/>
    <w:rsid w:val="006958D7"/>
    <w:rsid w:val="00695FE1"/>
    <w:rsid w:val="0069600B"/>
    <w:rsid w:val="006A2C7B"/>
    <w:rsid w:val="006A3251"/>
    <w:rsid w:val="006A3AB6"/>
    <w:rsid w:val="006A4174"/>
    <w:rsid w:val="006A5CBA"/>
    <w:rsid w:val="006A6440"/>
    <w:rsid w:val="006A68A9"/>
    <w:rsid w:val="006A7579"/>
    <w:rsid w:val="006A7CF5"/>
    <w:rsid w:val="006B1232"/>
    <w:rsid w:val="006B30BB"/>
    <w:rsid w:val="006B31B9"/>
    <w:rsid w:val="006B3E3E"/>
    <w:rsid w:val="006B7158"/>
    <w:rsid w:val="006C0230"/>
    <w:rsid w:val="006C0C88"/>
    <w:rsid w:val="006C0F2C"/>
    <w:rsid w:val="006C1979"/>
    <w:rsid w:val="006C1C32"/>
    <w:rsid w:val="006C36F5"/>
    <w:rsid w:val="006C4309"/>
    <w:rsid w:val="006C43E8"/>
    <w:rsid w:val="006C454B"/>
    <w:rsid w:val="006C5904"/>
    <w:rsid w:val="006C5D53"/>
    <w:rsid w:val="006C67BC"/>
    <w:rsid w:val="006C68DD"/>
    <w:rsid w:val="006C6B34"/>
    <w:rsid w:val="006C7A01"/>
    <w:rsid w:val="006D006D"/>
    <w:rsid w:val="006D11F3"/>
    <w:rsid w:val="006D2838"/>
    <w:rsid w:val="006D3BBF"/>
    <w:rsid w:val="006D7CD3"/>
    <w:rsid w:val="006E0AE5"/>
    <w:rsid w:val="006E1F3A"/>
    <w:rsid w:val="006E230D"/>
    <w:rsid w:val="006E34CE"/>
    <w:rsid w:val="006E5706"/>
    <w:rsid w:val="006E68A4"/>
    <w:rsid w:val="006F0C62"/>
    <w:rsid w:val="006F1E40"/>
    <w:rsid w:val="006F40EF"/>
    <w:rsid w:val="006F4128"/>
    <w:rsid w:val="00702274"/>
    <w:rsid w:val="00702BD6"/>
    <w:rsid w:val="0070576B"/>
    <w:rsid w:val="00705913"/>
    <w:rsid w:val="00711CD3"/>
    <w:rsid w:val="00712FAE"/>
    <w:rsid w:val="00713AB1"/>
    <w:rsid w:val="00714CED"/>
    <w:rsid w:val="00716619"/>
    <w:rsid w:val="00721973"/>
    <w:rsid w:val="00723511"/>
    <w:rsid w:val="00724E7C"/>
    <w:rsid w:val="00726BD6"/>
    <w:rsid w:val="007300A2"/>
    <w:rsid w:val="00731574"/>
    <w:rsid w:val="00735C9C"/>
    <w:rsid w:val="007400B7"/>
    <w:rsid w:val="00741D8B"/>
    <w:rsid w:val="00742B68"/>
    <w:rsid w:val="00743CFB"/>
    <w:rsid w:val="00744DF4"/>
    <w:rsid w:val="007450E7"/>
    <w:rsid w:val="007452EA"/>
    <w:rsid w:val="00745B37"/>
    <w:rsid w:val="0074664C"/>
    <w:rsid w:val="007471A7"/>
    <w:rsid w:val="00747A85"/>
    <w:rsid w:val="0075056F"/>
    <w:rsid w:val="00751700"/>
    <w:rsid w:val="00752077"/>
    <w:rsid w:val="00753A7E"/>
    <w:rsid w:val="0075527E"/>
    <w:rsid w:val="007568EA"/>
    <w:rsid w:val="00756D43"/>
    <w:rsid w:val="00756F4D"/>
    <w:rsid w:val="007609E4"/>
    <w:rsid w:val="00760A14"/>
    <w:rsid w:val="00761A98"/>
    <w:rsid w:val="00762001"/>
    <w:rsid w:val="00763C39"/>
    <w:rsid w:val="007658C0"/>
    <w:rsid w:val="0076642B"/>
    <w:rsid w:val="00766A4B"/>
    <w:rsid w:val="0076789A"/>
    <w:rsid w:val="00767FF3"/>
    <w:rsid w:val="00772BE5"/>
    <w:rsid w:val="00775E8A"/>
    <w:rsid w:val="00775ED3"/>
    <w:rsid w:val="00776CEA"/>
    <w:rsid w:val="00780CD8"/>
    <w:rsid w:val="00782415"/>
    <w:rsid w:val="0078241A"/>
    <w:rsid w:val="00782549"/>
    <w:rsid w:val="007825E0"/>
    <w:rsid w:val="007828C3"/>
    <w:rsid w:val="00784B9C"/>
    <w:rsid w:val="00791002"/>
    <w:rsid w:val="00792560"/>
    <w:rsid w:val="007928A2"/>
    <w:rsid w:val="00793193"/>
    <w:rsid w:val="007937F4"/>
    <w:rsid w:val="00793B55"/>
    <w:rsid w:val="00794758"/>
    <w:rsid w:val="007949CC"/>
    <w:rsid w:val="00795AC2"/>
    <w:rsid w:val="00797499"/>
    <w:rsid w:val="007A0274"/>
    <w:rsid w:val="007A045E"/>
    <w:rsid w:val="007A2494"/>
    <w:rsid w:val="007A324D"/>
    <w:rsid w:val="007A3864"/>
    <w:rsid w:val="007A38B3"/>
    <w:rsid w:val="007A5E13"/>
    <w:rsid w:val="007A7C42"/>
    <w:rsid w:val="007B1A16"/>
    <w:rsid w:val="007B38EA"/>
    <w:rsid w:val="007B4069"/>
    <w:rsid w:val="007B6315"/>
    <w:rsid w:val="007B65A6"/>
    <w:rsid w:val="007B69A4"/>
    <w:rsid w:val="007B70F0"/>
    <w:rsid w:val="007B787E"/>
    <w:rsid w:val="007C2CFB"/>
    <w:rsid w:val="007C3F7A"/>
    <w:rsid w:val="007C4B61"/>
    <w:rsid w:val="007C4B7B"/>
    <w:rsid w:val="007C5A4E"/>
    <w:rsid w:val="007C6EAF"/>
    <w:rsid w:val="007C6FF4"/>
    <w:rsid w:val="007D0104"/>
    <w:rsid w:val="007D104E"/>
    <w:rsid w:val="007D3096"/>
    <w:rsid w:val="007D30B3"/>
    <w:rsid w:val="007D5F2F"/>
    <w:rsid w:val="007D6942"/>
    <w:rsid w:val="007E0A1F"/>
    <w:rsid w:val="007E5D6E"/>
    <w:rsid w:val="007E716A"/>
    <w:rsid w:val="007F013F"/>
    <w:rsid w:val="007F1BF2"/>
    <w:rsid w:val="007F2531"/>
    <w:rsid w:val="007F296F"/>
    <w:rsid w:val="007F3D5A"/>
    <w:rsid w:val="007F47FC"/>
    <w:rsid w:val="007F5222"/>
    <w:rsid w:val="007F6CA5"/>
    <w:rsid w:val="007F7811"/>
    <w:rsid w:val="007F7C2F"/>
    <w:rsid w:val="008035B5"/>
    <w:rsid w:val="00803855"/>
    <w:rsid w:val="008038C3"/>
    <w:rsid w:val="00803E60"/>
    <w:rsid w:val="0080469A"/>
    <w:rsid w:val="00805BEF"/>
    <w:rsid w:val="00811355"/>
    <w:rsid w:val="00811438"/>
    <w:rsid w:val="00812A11"/>
    <w:rsid w:val="0081336E"/>
    <w:rsid w:val="0081364F"/>
    <w:rsid w:val="0081577E"/>
    <w:rsid w:val="00816C87"/>
    <w:rsid w:val="00816F0C"/>
    <w:rsid w:val="00817E6C"/>
    <w:rsid w:val="008219CD"/>
    <w:rsid w:val="008221A1"/>
    <w:rsid w:val="00822438"/>
    <w:rsid w:val="00823537"/>
    <w:rsid w:val="008241A2"/>
    <w:rsid w:val="0082509C"/>
    <w:rsid w:val="00825403"/>
    <w:rsid w:val="0082589A"/>
    <w:rsid w:val="008261C1"/>
    <w:rsid w:val="00826525"/>
    <w:rsid w:val="00826BE4"/>
    <w:rsid w:val="00827878"/>
    <w:rsid w:val="00830B9C"/>
    <w:rsid w:val="00831795"/>
    <w:rsid w:val="0083234B"/>
    <w:rsid w:val="00852220"/>
    <w:rsid w:val="00852F62"/>
    <w:rsid w:val="00853784"/>
    <w:rsid w:val="008538B2"/>
    <w:rsid w:val="00853CA2"/>
    <w:rsid w:val="008546BE"/>
    <w:rsid w:val="00854A0E"/>
    <w:rsid w:val="008556A4"/>
    <w:rsid w:val="00855B78"/>
    <w:rsid w:val="008561D9"/>
    <w:rsid w:val="00856612"/>
    <w:rsid w:val="0085772D"/>
    <w:rsid w:val="0085796D"/>
    <w:rsid w:val="008607B5"/>
    <w:rsid w:val="00860DD9"/>
    <w:rsid w:val="00860E51"/>
    <w:rsid w:val="008628FB"/>
    <w:rsid w:val="00866D92"/>
    <w:rsid w:val="008679E9"/>
    <w:rsid w:val="00870A57"/>
    <w:rsid w:val="008725A9"/>
    <w:rsid w:val="008733FA"/>
    <w:rsid w:val="00882CA8"/>
    <w:rsid w:val="00882D49"/>
    <w:rsid w:val="00882F2B"/>
    <w:rsid w:val="00884FD7"/>
    <w:rsid w:val="00885FD8"/>
    <w:rsid w:val="008865F4"/>
    <w:rsid w:val="00887001"/>
    <w:rsid w:val="008903D7"/>
    <w:rsid w:val="00890669"/>
    <w:rsid w:val="00890786"/>
    <w:rsid w:val="0089212F"/>
    <w:rsid w:val="0089298E"/>
    <w:rsid w:val="00893A35"/>
    <w:rsid w:val="008953E7"/>
    <w:rsid w:val="00896834"/>
    <w:rsid w:val="00896AF4"/>
    <w:rsid w:val="008974B8"/>
    <w:rsid w:val="00897F59"/>
    <w:rsid w:val="008A049D"/>
    <w:rsid w:val="008A4CE6"/>
    <w:rsid w:val="008A54B0"/>
    <w:rsid w:val="008A5F50"/>
    <w:rsid w:val="008A6571"/>
    <w:rsid w:val="008A6903"/>
    <w:rsid w:val="008B0E26"/>
    <w:rsid w:val="008B0EBF"/>
    <w:rsid w:val="008B1B50"/>
    <w:rsid w:val="008B2C93"/>
    <w:rsid w:val="008B35A3"/>
    <w:rsid w:val="008B3F08"/>
    <w:rsid w:val="008B541B"/>
    <w:rsid w:val="008B56DF"/>
    <w:rsid w:val="008B5939"/>
    <w:rsid w:val="008B5DE2"/>
    <w:rsid w:val="008B7B67"/>
    <w:rsid w:val="008C0C4C"/>
    <w:rsid w:val="008C187B"/>
    <w:rsid w:val="008C1FB4"/>
    <w:rsid w:val="008C20AD"/>
    <w:rsid w:val="008C24AC"/>
    <w:rsid w:val="008C5446"/>
    <w:rsid w:val="008C5790"/>
    <w:rsid w:val="008C5CF4"/>
    <w:rsid w:val="008C7FB6"/>
    <w:rsid w:val="008D0C93"/>
    <w:rsid w:val="008D78D6"/>
    <w:rsid w:val="008D7B17"/>
    <w:rsid w:val="008D7D9D"/>
    <w:rsid w:val="008E04BF"/>
    <w:rsid w:val="008E0683"/>
    <w:rsid w:val="008E081F"/>
    <w:rsid w:val="008E2A87"/>
    <w:rsid w:val="008E3195"/>
    <w:rsid w:val="008E4907"/>
    <w:rsid w:val="008E68F6"/>
    <w:rsid w:val="008F0280"/>
    <w:rsid w:val="008F1C81"/>
    <w:rsid w:val="008F230B"/>
    <w:rsid w:val="008F2FE9"/>
    <w:rsid w:val="008F318C"/>
    <w:rsid w:val="008F3787"/>
    <w:rsid w:val="008F70E8"/>
    <w:rsid w:val="008F7853"/>
    <w:rsid w:val="009012A2"/>
    <w:rsid w:val="0090462A"/>
    <w:rsid w:val="00904993"/>
    <w:rsid w:val="0090534F"/>
    <w:rsid w:val="009055D1"/>
    <w:rsid w:val="00905A49"/>
    <w:rsid w:val="0091043B"/>
    <w:rsid w:val="0091167A"/>
    <w:rsid w:val="00911FF1"/>
    <w:rsid w:val="00912C14"/>
    <w:rsid w:val="00912D46"/>
    <w:rsid w:val="00912F92"/>
    <w:rsid w:val="009142D2"/>
    <w:rsid w:val="00915EF0"/>
    <w:rsid w:val="00916651"/>
    <w:rsid w:val="0091745B"/>
    <w:rsid w:val="009174C1"/>
    <w:rsid w:val="00917B1D"/>
    <w:rsid w:val="0092244A"/>
    <w:rsid w:val="00922892"/>
    <w:rsid w:val="009257DA"/>
    <w:rsid w:val="00925C19"/>
    <w:rsid w:val="009260FE"/>
    <w:rsid w:val="00930D51"/>
    <w:rsid w:val="00932E1D"/>
    <w:rsid w:val="00932F2F"/>
    <w:rsid w:val="009340AF"/>
    <w:rsid w:val="0093529D"/>
    <w:rsid w:val="0094162A"/>
    <w:rsid w:val="00942AB3"/>
    <w:rsid w:val="00943164"/>
    <w:rsid w:val="00943E47"/>
    <w:rsid w:val="0094422E"/>
    <w:rsid w:val="009447CD"/>
    <w:rsid w:val="009469C2"/>
    <w:rsid w:val="009477FC"/>
    <w:rsid w:val="009509FC"/>
    <w:rsid w:val="00951346"/>
    <w:rsid w:val="009535AA"/>
    <w:rsid w:val="009542D0"/>
    <w:rsid w:val="00956671"/>
    <w:rsid w:val="00957552"/>
    <w:rsid w:val="00960407"/>
    <w:rsid w:val="00962411"/>
    <w:rsid w:val="009631CB"/>
    <w:rsid w:val="00963D1C"/>
    <w:rsid w:val="00964F0F"/>
    <w:rsid w:val="00971CFA"/>
    <w:rsid w:val="00972FDD"/>
    <w:rsid w:val="0097401A"/>
    <w:rsid w:val="00974472"/>
    <w:rsid w:val="00974A4B"/>
    <w:rsid w:val="009754A7"/>
    <w:rsid w:val="00975AAA"/>
    <w:rsid w:val="009762E2"/>
    <w:rsid w:val="00980ABD"/>
    <w:rsid w:val="00980C52"/>
    <w:rsid w:val="00981DAC"/>
    <w:rsid w:val="0098350D"/>
    <w:rsid w:val="00984950"/>
    <w:rsid w:val="00985248"/>
    <w:rsid w:val="0098533D"/>
    <w:rsid w:val="0098594D"/>
    <w:rsid w:val="009906FE"/>
    <w:rsid w:val="00990FDB"/>
    <w:rsid w:val="009922F6"/>
    <w:rsid w:val="00992B05"/>
    <w:rsid w:val="00994B43"/>
    <w:rsid w:val="00995480"/>
    <w:rsid w:val="00995CCC"/>
    <w:rsid w:val="009A1FD6"/>
    <w:rsid w:val="009A5836"/>
    <w:rsid w:val="009A7681"/>
    <w:rsid w:val="009A7907"/>
    <w:rsid w:val="009B0378"/>
    <w:rsid w:val="009B0560"/>
    <w:rsid w:val="009B151E"/>
    <w:rsid w:val="009B28BF"/>
    <w:rsid w:val="009B2F06"/>
    <w:rsid w:val="009B4BF8"/>
    <w:rsid w:val="009B53C5"/>
    <w:rsid w:val="009C1A44"/>
    <w:rsid w:val="009C40E8"/>
    <w:rsid w:val="009C41A8"/>
    <w:rsid w:val="009C4908"/>
    <w:rsid w:val="009C53A3"/>
    <w:rsid w:val="009C551C"/>
    <w:rsid w:val="009D086B"/>
    <w:rsid w:val="009D34C4"/>
    <w:rsid w:val="009D5A39"/>
    <w:rsid w:val="009D5BEE"/>
    <w:rsid w:val="009D61CD"/>
    <w:rsid w:val="009D74EF"/>
    <w:rsid w:val="009E1585"/>
    <w:rsid w:val="009E64C0"/>
    <w:rsid w:val="009E664A"/>
    <w:rsid w:val="009E6F81"/>
    <w:rsid w:val="009E7043"/>
    <w:rsid w:val="009F0D42"/>
    <w:rsid w:val="009F1E05"/>
    <w:rsid w:val="009F26EB"/>
    <w:rsid w:val="009F41DF"/>
    <w:rsid w:val="009F4E73"/>
    <w:rsid w:val="009F5B3E"/>
    <w:rsid w:val="009F7815"/>
    <w:rsid w:val="009F7B63"/>
    <w:rsid w:val="009F7CB0"/>
    <w:rsid w:val="00A00B1A"/>
    <w:rsid w:val="00A01CFA"/>
    <w:rsid w:val="00A05154"/>
    <w:rsid w:val="00A066B3"/>
    <w:rsid w:val="00A07681"/>
    <w:rsid w:val="00A10483"/>
    <w:rsid w:val="00A106F3"/>
    <w:rsid w:val="00A1254A"/>
    <w:rsid w:val="00A140A7"/>
    <w:rsid w:val="00A141D3"/>
    <w:rsid w:val="00A14D10"/>
    <w:rsid w:val="00A1551C"/>
    <w:rsid w:val="00A21D66"/>
    <w:rsid w:val="00A2392E"/>
    <w:rsid w:val="00A24731"/>
    <w:rsid w:val="00A257AF"/>
    <w:rsid w:val="00A257E4"/>
    <w:rsid w:val="00A25FDB"/>
    <w:rsid w:val="00A260B1"/>
    <w:rsid w:val="00A264C9"/>
    <w:rsid w:val="00A27DA6"/>
    <w:rsid w:val="00A306E5"/>
    <w:rsid w:val="00A3166C"/>
    <w:rsid w:val="00A31D87"/>
    <w:rsid w:val="00A34BCA"/>
    <w:rsid w:val="00A36AC6"/>
    <w:rsid w:val="00A36DF9"/>
    <w:rsid w:val="00A370D2"/>
    <w:rsid w:val="00A3767C"/>
    <w:rsid w:val="00A379BB"/>
    <w:rsid w:val="00A40F7A"/>
    <w:rsid w:val="00A41697"/>
    <w:rsid w:val="00A42354"/>
    <w:rsid w:val="00A4298D"/>
    <w:rsid w:val="00A458A9"/>
    <w:rsid w:val="00A4776A"/>
    <w:rsid w:val="00A51E56"/>
    <w:rsid w:val="00A53311"/>
    <w:rsid w:val="00A55C1E"/>
    <w:rsid w:val="00A5792A"/>
    <w:rsid w:val="00A57E42"/>
    <w:rsid w:val="00A57EEF"/>
    <w:rsid w:val="00A61226"/>
    <w:rsid w:val="00A61B78"/>
    <w:rsid w:val="00A621E7"/>
    <w:rsid w:val="00A64230"/>
    <w:rsid w:val="00A65232"/>
    <w:rsid w:val="00A66E10"/>
    <w:rsid w:val="00A67A03"/>
    <w:rsid w:val="00A72F35"/>
    <w:rsid w:val="00A74E06"/>
    <w:rsid w:val="00A776CA"/>
    <w:rsid w:val="00A7790C"/>
    <w:rsid w:val="00A80293"/>
    <w:rsid w:val="00A80313"/>
    <w:rsid w:val="00A80AC7"/>
    <w:rsid w:val="00A81EE8"/>
    <w:rsid w:val="00A82375"/>
    <w:rsid w:val="00A8321B"/>
    <w:rsid w:val="00A83CFE"/>
    <w:rsid w:val="00A83E95"/>
    <w:rsid w:val="00A8479E"/>
    <w:rsid w:val="00A847D4"/>
    <w:rsid w:val="00A84C72"/>
    <w:rsid w:val="00A860B4"/>
    <w:rsid w:val="00A871A4"/>
    <w:rsid w:val="00A900B1"/>
    <w:rsid w:val="00A920CC"/>
    <w:rsid w:val="00A92686"/>
    <w:rsid w:val="00A93D61"/>
    <w:rsid w:val="00A93F91"/>
    <w:rsid w:val="00A944CD"/>
    <w:rsid w:val="00A95052"/>
    <w:rsid w:val="00A957B7"/>
    <w:rsid w:val="00A95FDF"/>
    <w:rsid w:val="00A96D4F"/>
    <w:rsid w:val="00AA0227"/>
    <w:rsid w:val="00AA79C2"/>
    <w:rsid w:val="00AA7D6D"/>
    <w:rsid w:val="00AB1974"/>
    <w:rsid w:val="00AB1FD0"/>
    <w:rsid w:val="00AB205F"/>
    <w:rsid w:val="00AB2E06"/>
    <w:rsid w:val="00AB3FFE"/>
    <w:rsid w:val="00AB47AE"/>
    <w:rsid w:val="00AB4D6A"/>
    <w:rsid w:val="00AC0EDA"/>
    <w:rsid w:val="00AC25FC"/>
    <w:rsid w:val="00AC2608"/>
    <w:rsid w:val="00AC2A67"/>
    <w:rsid w:val="00AC30DD"/>
    <w:rsid w:val="00AC4453"/>
    <w:rsid w:val="00AD036E"/>
    <w:rsid w:val="00AD16DB"/>
    <w:rsid w:val="00AD2058"/>
    <w:rsid w:val="00AD27C8"/>
    <w:rsid w:val="00AD2B5E"/>
    <w:rsid w:val="00AD3B7F"/>
    <w:rsid w:val="00AD51A5"/>
    <w:rsid w:val="00AE02F9"/>
    <w:rsid w:val="00AE39D6"/>
    <w:rsid w:val="00AE6928"/>
    <w:rsid w:val="00AE7738"/>
    <w:rsid w:val="00AF0643"/>
    <w:rsid w:val="00AF11E6"/>
    <w:rsid w:val="00AF40C6"/>
    <w:rsid w:val="00AF59B5"/>
    <w:rsid w:val="00AF62F4"/>
    <w:rsid w:val="00AF6D47"/>
    <w:rsid w:val="00AF7B2E"/>
    <w:rsid w:val="00B00708"/>
    <w:rsid w:val="00B0126E"/>
    <w:rsid w:val="00B01AA9"/>
    <w:rsid w:val="00B01E8A"/>
    <w:rsid w:val="00B033FB"/>
    <w:rsid w:val="00B05862"/>
    <w:rsid w:val="00B0731F"/>
    <w:rsid w:val="00B07B10"/>
    <w:rsid w:val="00B11238"/>
    <w:rsid w:val="00B11BC1"/>
    <w:rsid w:val="00B22E8E"/>
    <w:rsid w:val="00B234CC"/>
    <w:rsid w:val="00B23E27"/>
    <w:rsid w:val="00B23FD9"/>
    <w:rsid w:val="00B24CA2"/>
    <w:rsid w:val="00B26DB3"/>
    <w:rsid w:val="00B30A49"/>
    <w:rsid w:val="00B34096"/>
    <w:rsid w:val="00B366E4"/>
    <w:rsid w:val="00B36C75"/>
    <w:rsid w:val="00B40306"/>
    <w:rsid w:val="00B412A9"/>
    <w:rsid w:val="00B4138C"/>
    <w:rsid w:val="00B4255A"/>
    <w:rsid w:val="00B42713"/>
    <w:rsid w:val="00B4376C"/>
    <w:rsid w:val="00B43F1A"/>
    <w:rsid w:val="00B44E99"/>
    <w:rsid w:val="00B47DB1"/>
    <w:rsid w:val="00B47FEC"/>
    <w:rsid w:val="00B50D4B"/>
    <w:rsid w:val="00B5117D"/>
    <w:rsid w:val="00B51436"/>
    <w:rsid w:val="00B537EE"/>
    <w:rsid w:val="00B543E8"/>
    <w:rsid w:val="00B550E1"/>
    <w:rsid w:val="00B55EE5"/>
    <w:rsid w:val="00B60D86"/>
    <w:rsid w:val="00B6107C"/>
    <w:rsid w:val="00B61EDD"/>
    <w:rsid w:val="00B6295D"/>
    <w:rsid w:val="00B70A93"/>
    <w:rsid w:val="00B71478"/>
    <w:rsid w:val="00B73FAC"/>
    <w:rsid w:val="00B751B0"/>
    <w:rsid w:val="00B76DCA"/>
    <w:rsid w:val="00B81522"/>
    <w:rsid w:val="00B81C49"/>
    <w:rsid w:val="00B8406C"/>
    <w:rsid w:val="00B84242"/>
    <w:rsid w:val="00B84BE7"/>
    <w:rsid w:val="00B8527C"/>
    <w:rsid w:val="00B85C26"/>
    <w:rsid w:val="00B86F54"/>
    <w:rsid w:val="00B8710B"/>
    <w:rsid w:val="00B87867"/>
    <w:rsid w:val="00B91FFA"/>
    <w:rsid w:val="00B9327D"/>
    <w:rsid w:val="00B97352"/>
    <w:rsid w:val="00BA0F0E"/>
    <w:rsid w:val="00BA0FF4"/>
    <w:rsid w:val="00BA1AE3"/>
    <w:rsid w:val="00BA39CA"/>
    <w:rsid w:val="00BA43AF"/>
    <w:rsid w:val="00BA4CF6"/>
    <w:rsid w:val="00BA5160"/>
    <w:rsid w:val="00BA533E"/>
    <w:rsid w:val="00BA5AD5"/>
    <w:rsid w:val="00BA7210"/>
    <w:rsid w:val="00BB2685"/>
    <w:rsid w:val="00BB2DDF"/>
    <w:rsid w:val="00BB3199"/>
    <w:rsid w:val="00BB3D3B"/>
    <w:rsid w:val="00BB4E73"/>
    <w:rsid w:val="00BB594F"/>
    <w:rsid w:val="00BB675B"/>
    <w:rsid w:val="00BB6C4C"/>
    <w:rsid w:val="00BB7CAD"/>
    <w:rsid w:val="00BC0B9D"/>
    <w:rsid w:val="00BC0BA8"/>
    <w:rsid w:val="00BC0EEE"/>
    <w:rsid w:val="00BC1779"/>
    <w:rsid w:val="00BC18D9"/>
    <w:rsid w:val="00BC2FED"/>
    <w:rsid w:val="00BC322B"/>
    <w:rsid w:val="00BC402B"/>
    <w:rsid w:val="00BC4E3D"/>
    <w:rsid w:val="00BC593E"/>
    <w:rsid w:val="00BC66F1"/>
    <w:rsid w:val="00BD123F"/>
    <w:rsid w:val="00BD1C32"/>
    <w:rsid w:val="00BD5A8D"/>
    <w:rsid w:val="00BD5D52"/>
    <w:rsid w:val="00BD6E4F"/>
    <w:rsid w:val="00BD7169"/>
    <w:rsid w:val="00BE1A63"/>
    <w:rsid w:val="00BE2274"/>
    <w:rsid w:val="00BE24EA"/>
    <w:rsid w:val="00BE2F45"/>
    <w:rsid w:val="00BE340F"/>
    <w:rsid w:val="00BE48E1"/>
    <w:rsid w:val="00BE5D10"/>
    <w:rsid w:val="00BE6441"/>
    <w:rsid w:val="00BE6B2C"/>
    <w:rsid w:val="00BE7B2E"/>
    <w:rsid w:val="00BE7F99"/>
    <w:rsid w:val="00BF1742"/>
    <w:rsid w:val="00BF1EF8"/>
    <w:rsid w:val="00BF2DEA"/>
    <w:rsid w:val="00BF51B5"/>
    <w:rsid w:val="00BF581D"/>
    <w:rsid w:val="00BF6BE0"/>
    <w:rsid w:val="00BF6FD1"/>
    <w:rsid w:val="00C00453"/>
    <w:rsid w:val="00C02C04"/>
    <w:rsid w:val="00C02E98"/>
    <w:rsid w:val="00C041A2"/>
    <w:rsid w:val="00C04986"/>
    <w:rsid w:val="00C06359"/>
    <w:rsid w:val="00C06E3A"/>
    <w:rsid w:val="00C10E9C"/>
    <w:rsid w:val="00C114A1"/>
    <w:rsid w:val="00C13341"/>
    <w:rsid w:val="00C1508E"/>
    <w:rsid w:val="00C169BD"/>
    <w:rsid w:val="00C17A8E"/>
    <w:rsid w:val="00C217A0"/>
    <w:rsid w:val="00C23B4D"/>
    <w:rsid w:val="00C24410"/>
    <w:rsid w:val="00C27B1D"/>
    <w:rsid w:val="00C33264"/>
    <w:rsid w:val="00C33D48"/>
    <w:rsid w:val="00C34002"/>
    <w:rsid w:val="00C349F6"/>
    <w:rsid w:val="00C35FF6"/>
    <w:rsid w:val="00C3607E"/>
    <w:rsid w:val="00C40FB8"/>
    <w:rsid w:val="00C416C6"/>
    <w:rsid w:val="00C4222A"/>
    <w:rsid w:val="00C43084"/>
    <w:rsid w:val="00C4343E"/>
    <w:rsid w:val="00C45227"/>
    <w:rsid w:val="00C47111"/>
    <w:rsid w:val="00C514FE"/>
    <w:rsid w:val="00C52585"/>
    <w:rsid w:val="00C544C1"/>
    <w:rsid w:val="00C561CB"/>
    <w:rsid w:val="00C56683"/>
    <w:rsid w:val="00C567E8"/>
    <w:rsid w:val="00C60D9D"/>
    <w:rsid w:val="00C610B5"/>
    <w:rsid w:val="00C61B66"/>
    <w:rsid w:val="00C63250"/>
    <w:rsid w:val="00C642A3"/>
    <w:rsid w:val="00C66708"/>
    <w:rsid w:val="00C66C19"/>
    <w:rsid w:val="00C7216C"/>
    <w:rsid w:val="00C73B11"/>
    <w:rsid w:val="00C74B59"/>
    <w:rsid w:val="00C7559D"/>
    <w:rsid w:val="00C8065D"/>
    <w:rsid w:val="00C80B3B"/>
    <w:rsid w:val="00C80EC7"/>
    <w:rsid w:val="00C82E61"/>
    <w:rsid w:val="00C84A22"/>
    <w:rsid w:val="00C8618D"/>
    <w:rsid w:val="00C86484"/>
    <w:rsid w:val="00C8751D"/>
    <w:rsid w:val="00C87F1D"/>
    <w:rsid w:val="00C91C77"/>
    <w:rsid w:val="00C91DCD"/>
    <w:rsid w:val="00C940AF"/>
    <w:rsid w:val="00C94D90"/>
    <w:rsid w:val="00C96C58"/>
    <w:rsid w:val="00CA15EF"/>
    <w:rsid w:val="00CA1F0A"/>
    <w:rsid w:val="00CA324F"/>
    <w:rsid w:val="00CA4399"/>
    <w:rsid w:val="00CA62DD"/>
    <w:rsid w:val="00CA6F3A"/>
    <w:rsid w:val="00CA6FE6"/>
    <w:rsid w:val="00CB2074"/>
    <w:rsid w:val="00CB2449"/>
    <w:rsid w:val="00CB4BD0"/>
    <w:rsid w:val="00CB78BC"/>
    <w:rsid w:val="00CC0E06"/>
    <w:rsid w:val="00CC3037"/>
    <w:rsid w:val="00CC31F1"/>
    <w:rsid w:val="00CC3C00"/>
    <w:rsid w:val="00CC42B8"/>
    <w:rsid w:val="00CC5A0D"/>
    <w:rsid w:val="00CD6EC8"/>
    <w:rsid w:val="00CD7D8B"/>
    <w:rsid w:val="00CE1285"/>
    <w:rsid w:val="00CE1A62"/>
    <w:rsid w:val="00CE1C54"/>
    <w:rsid w:val="00CE21ED"/>
    <w:rsid w:val="00CE4E2E"/>
    <w:rsid w:val="00CE5621"/>
    <w:rsid w:val="00CE60AA"/>
    <w:rsid w:val="00CE69B4"/>
    <w:rsid w:val="00CE6C78"/>
    <w:rsid w:val="00CE7B6E"/>
    <w:rsid w:val="00CF003F"/>
    <w:rsid w:val="00CF014B"/>
    <w:rsid w:val="00CF0496"/>
    <w:rsid w:val="00CF117D"/>
    <w:rsid w:val="00CF23EF"/>
    <w:rsid w:val="00CF253E"/>
    <w:rsid w:val="00CF41DF"/>
    <w:rsid w:val="00D00037"/>
    <w:rsid w:val="00D018B9"/>
    <w:rsid w:val="00D02115"/>
    <w:rsid w:val="00D02CC2"/>
    <w:rsid w:val="00D03365"/>
    <w:rsid w:val="00D03A89"/>
    <w:rsid w:val="00D04573"/>
    <w:rsid w:val="00D04854"/>
    <w:rsid w:val="00D062F5"/>
    <w:rsid w:val="00D06CC4"/>
    <w:rsid w:val="00D07130"/>
    <w:rsid w:val="00D07BB1"/>
    <w:rsid w:val="00D14104"/>
    <w:rsid w:val="00D1431C"/>
    <w:rsid w:val="00D167D9"/>
    <w:rsid w:val="00D16872"/>
    <w:rsid w:val="00D22F09"/>
    <w:rsid w:val="00D23EFE"/>
    <w:rsid w:val="00D244B4"/>
    <w:rsid w:val="00D26CA4"/>
    <w:rsid w:val="00D26D06"/>
    <w:rsid w:val="00D26E27"/>
    <w:rsid w:val="00D30899"/>
    <w:rsid w:val="00D31151"/>
    <w:rsid w:val="00D3143D"/>
    <w:rsid w:val="00D32FDE"/>
    <w:rsid w:val="00D353CF"/>
    <w:rsid w:val="00D3621F"/>
    <w:rsid w:val="00D37DED"/>
    <w:rsid w:val="00D40D0D"/>
    <w:rsid w:val="00D4135A"/>
    <w:rsid w:val="00D42C7D"/>
    <w:rsid w:val="00D450CE"/>
    <w:rsid w:val="00D454F3"/>
    <w:rsid w:val="00D45784"/>
    <w:rsid w:val="00D46DDC"/>
    <w:rsid w:val="00D46FCB"/>
    <w:rsid w:val="00D47AA2"/>
    <w:rsid w:val="00D47F6B"/>
    <w:rsid w:val="00D50F0E"/>
    <w:rsid w:val="00D53725"/>
    <w:rsid w:val="00D53E29"/>
    <w:rsid w:val="00D54433"/>
    <w:rsid w:val="00D55629"/>
    <w:rsid w:val="00D61241"/>
    <w:rsid w:val="00D63ADA"/>
    <w:rsid w:val="00D63F71"/>
    <w:rsid w:val="00D65850"/>
    <w:rsid w:val="00D6750C"/>
    <w:rsid w:val="00D70785"/>
    <w:rsid w:val="00D70E32"/>
    <w:rsid w:val="00D71502"/>
    <w:rsid w:val="00D739EC"/>
    <w:rsid w:val="00D74C98"/>
    <w:rsid w:val="00D74FDD"/>
    <w:rsid w:val="00D753A9"/>
    <w:rsid w:val="00D764BE"/>
    <w:rsid w:val="00D766BC"/>
    <w:rsid w:val="00D77BB0"/>
    <w:rsid w:val="00D80716"/>
    <w:rsid w:val="00D81FA6"/>
    <w:rsid w:val="00D829D5"/>
    <w:rsid w:val="00D841DC"/>
    <w:rsid w:val="00D84272"/>
    <w:rsid w:val="00D843EB"/>
    <w:rsid w:val="00D86A13"/>
    <w:rsid w:val="00D87D7A"/>
    <w:rsid w:val="00D909D1"/>
    <w:rsid w:val="00D90FBC"/>
    <w:rsid w:val="00D9428A"/>
    <w:rsid w:val="00D95012"/>
    <w:rsid w:val="00DA25CD"/>
    <w:rsid w:val="00DA4009"/>
    <w:rsid w:val="00DA5D7F"/>
    <w:rsid w:val="00DA66EE"/>
    <w:rsid w:val="00DB2194"/>
    <w:rsid w:val="00DB28F6"/>
    <w:rsid w:val="00DB5B82"/>
    <w:rsid w:val="00DB5DB1"/>
    <w:rsid w:val="00DB5F94"/>
    <w:rsid w:val="00DB6E5F"/>
    <w:rsid w:val="00DB7CF8"/>
    <w:rsid w:val="00DC3538"/>
    <w:rsid w:val="00DC37B5"/>
    <w:rsid w:val="00DC3F95"/>
    <w:rsid w:val="00DC4F98"/>
    <w:rsid w:val="00DC5272"/>
    <w:rsid w:val="00DC57A8"/>
    <w:rsid w:val="00DC5A11"/>
    <w:rsid w:val="00DC7305"/>
    <w:rsid w:val="00DD2225"/>
    <w:rsid w:val="00DD3B15"/>
    <w:rsid w:val="00DD4FF2"/>
    <w:rsid w:val="00DD7626"/>
    <w:rsid w:val="00DE0A46"/>
    <w:rsid w:val="00DE141B"/>
    <w:rsid w:val="00DE1E0D"/>
    <w:rsid w:val="00DE2197"/>
    <w:rsid w:val="00DE231C"/>
    <w:rsid w:val="00DE3FD5"/>
    <w:rsid w:val="00DE4272"/>
    <w:rsid w:val="00DE518E"/>
    <w:rsid w:val="00DE5467"/>
    <w:rsid w:val="00DE6E13"/>
    <w:rsid w:val="00DE75F7"/>
    <w:rsid w:val="00DF0724"/>
    <w:rsid w:val="00DF0D36"/>
    <w:rsid w:val="00DF54A4"/>
    <w:rsid w:val="00DF6C1C"/>
    <w:rsid w:val="00E0037B"/>
    <w:rsid w:val="00E01822"/>
    <w:rsid w:val="00E03ED7"/>
    <w:rsid w:val="00E0548F"/>
    <w:rsid w:val="00E05EEF"/>
    <w:rsid w:val="00E06645"/>
    <w:rsid w:val="00E06EDD"/>
    <w:rsid w:val="00E07319"/>
    <w:rsid w:val="00E11F23"/>
    <w:rsid w:val="00E14F16"/>
    <w:rsid w:val="00E159D9"/>
    <w:rsid w:val="00E16DB1"/>
    <w:rsid w:val="00E1773F"/>
    <w:rsid w:val="00E20128"/>
    <w:rsid w:val="00E20BD7"/>
    <w:rsid w:val="00E2195B"/>
    <w:rsid w:val="00E230D1"/>
    <w:rsid w:val="00E23C16"/>
    <w:rsid w:val="00E24778"/>
    <w:rsid w:val="00E24FB6"/>
    <w:rsid w:val="00E321E8"/>
    <w:rsid w:val="00E32E20"/>
    <w:rsid w:val="00E334B3"/>
    <w:rsid w:val="00E354E1"/>
    <w:rsid w:val="00E356B9"/>
    <w:rsid w:val="00E35DC2"/>
    <w:rsid w:val="00E40F6B"/>
    <w:rsid w:val="00E4114C"/>
    <w:rsid w:val="00E41A9C"/>
    <w:rsid w:val="00E44CA4"/>
    <w:rsid w:val="00E45581"/>
    <w:rsid w:val="00E45890"/>
    <w:rsid w:val="00E46163"/>
    <w:rsid w:val="00E50200"/>
    <w:rsid w:val="00E506FF"/>
    <w:rsid w:val="00E50FC6"/>
    <w:rsid w:val="00E537A9"/>
    <w:rsid w:val="00E56BD8"/>
    <w:rsid w:val="00E615EA"/>
    <w:rsid w:val="00E636FC"/>
    <w:rsid w:val="00E63C58"/>
    <w:rsid w:val="00E642A5"/>
    <w:rsid w:val="00E642FF"/>
    <w:rsid w:val="00E70EB8"/>
    <w:rsid w:val="00E716D2"/>
    <w:rsid w:val="00E72376"/>
    <w:rsid w:val="00E7434B"/>
    <w:rsid w:val="00E77117"/>
    <w:rsid w:val="00E800EB"/>
    <w:rsid w:val="00E80134"/>
    <w:rsid w:val="00E80144"/>
    <w:rsid w:val="00E80A84"/>
    <w:rsid w:val="00E81F33"/>
    <w:rsid w:val="00E8247A"/>
    <w:rsid w:val="00E829E7"/>
    <w:rsid w:val="00E844D7"/>
    <w:rsid w:val="00E854CB"/>
    <w:rsid w:val="00E86ECC"/>
    <w:rsid w:val="00E8774E"/>
    <w:rsid w:val="00E90CAB"/>
    <w:rsid w:val="00E9138B"/>
    <w:rsid w:val="00E92203"/>
    <w:rsid w:val="00E9265A"/>
    <w:rsid w:val="00E95416"/>
    <w:rsid w:val="00EA1DB4"/>
    <w:rsid w:val="00EA22A3"/>
    <w:rsid w:val="00EA3106"/>
    <w:rsid w:val="00EA3606"/>
    <w:rsid w:val="00EA599A"/>
    <w:rsid w:val="00EB02D1"/>
    <w:rsid w:val="00EB19E3"/>
    <w:rsid w:val="00EB1CDC"/>
    <w:rsid w:val="00EB4568"/>
    <w:rsid w:val="00EB7ACF"/>
    <w:rsid w:val="00EB7B47"/>
    <w:rsid w:val="00EB7ED6"/>
    <w:rsid w:val="00EC025C"/>
    <w:rsid w:val="00EC37CD"/>
    <w:rsid w:val="00EC4FED"/>
    <w:rsid w:val="00EC539D"/>
    <w:rsid w:val="00EC5848"/>
    <w:rsid w:val="00ED1451"/>
    <w:rsid w:val="00ED1DDB"/>
    <w:rsid w:val="00ED2132"/>
    <w:rsid w:val="00ED2560"/>
    <w:rsid w:val="00ED49D0"/>
    <w:rsid w:val="00ED4CD6"/>
    <w:rsid w:val="00ED53E5"/>
    <w:rsid w:val="00EE15B9"/>
    <w:rsid w:val="00EE2BAC"/>
    <w:rsid w:val="00EE334C"/>
    <w:rsid w:val="00EE44B5"/>
    <w:rsid w:val="00EE5867"/>
    <w:rsid w:val="00EE6C0C"/>
    <w:rsid w:val="00EF28CE"/>
    <w:rsid w:val="00EF4F03"/>
    <w:rsid w:val="00F0005F"/>
    <w:rsid w:val="00F004F1"/>
    <w:rsid w:val="00F01198"/>
    <w:rsid w:val="00F01360"/>
    <w:rsid w:val="00F01582"/>
    <w:rsid w:val="00F01F9A"/>
    <w:rsid w:val="00F02A71"/>
    <w:rsid w:val="00F0424A"/>
    <w:rsid w:val="00F058D7"/>
    <w:rsid w:val="00F05D49"/>
    <w:rsid w:val="00F06595"/>
    <w:rsid w:val="00F07659"/>
    <w:rsid w:val="00F07C1B"/>
    <w:rsid w:val="00F10FA6"/>
    <w:rsid w:val="00F10FEC"/>
    <w:rsid w:val="00F12B77"/>
    <w:rsid w:val="00F13457"/>
    <w:rsid w:val="00F15B3C"/>
    <w:rsid w:val="00F16353"/>
    <w:rsid w:val="00F167B0"/>
    <w:rsid w:val="00F16FDD"/>
    <w:rsid w:val="00F175E6"/>
    <w:rsid w:val="00F1783F"/>
    <w:rsid w:val="00F22634"/>
    <w:rsid w:val="00F238B2"/>
    <w:rsid w:val="00F26E65"/>
    <w:rsid w:val="00F30C77"/>
    <w:rsid w:val="00F32DDB"/>
    <w:rsid w:val="00F33565"/>
    <w:rsid w:val="00F33687"/>
    <w:rsid w:val="00F350BA"/>
    <w:rsid w:val="00F361AC"/>
    <w:rsid w:val="00F36C22"/>
    <w:rsid w:val="00F37972"/>
    <w:rsid w:val="00F41238"/>
    <w:rsid w:val="00F430B1"/>
    <w:rsid w:val="00F45563"/>
    <w:rsid w:val="00F46F9E"/>
    <w:rsid w:val="00F5133D"/>
    <w:rsid w:val="00F51509"/>
    <w:rsid w:val="00F52B80"/>
    <w:rsid w:val="00F53726"/>
    <w:rsid w:val="00F57269"/>
    <w:rsid w:val="00F57D1E"/>
    <w:rsid w:val="00F6469F"/>
    <w:rsid w:val="00F67AE7"/>
    <w:rsid w:val="00F720D0"/>
    <w:rsid w:val="00F72121"/>
    <w:rsid w:val="00F72124"/>
    <w:rsid w:val="00F73C55"/>
    <w:rsid w:val="00F74822"/>
    <w:rsid w:val="00F8037A"/>
    <w:rsid w:val="00F83C27"/>
    <w:rsid w:val="00F85DD3"/>
    <w:rsid w:val="00F85E76"/>
    <w:rsid w:val="00F86F46"/>
    <w:rsid w:val="00F87B9C"/>
    <w:rsid w:val="00F9069B"/>
    <w:rsid w:val="00F9137D"/>
    <w:rsid w:val="00F936D5"/>
    <w:rsid w:val="00F94319"/>
    <w:rsid w:val="00F95444"/>
    <w:rsid w:val="00F95BBE"/>
    <w:rsid w:val="00F96F7D"/>
    <w:rsid w:val="00FA0071"/>
    <w:rsid w:val="00FA1072"/>
    <w:rsid w:val="00FA2C12"/>
    <w:rsid w:val="00FA7BFA"/>
    <w:rsid w:val="00FB0EF7"/>
    <w:rsid w:val="00FB16D7"/>
    <w:rsid w:val="00FB2584"/>
    <w:rsid w:val="00FB433E"/>
    <w:rsid w:val="00FB463A"/>
    <w:rsid w:val="00FB5E9B"/>
    <w:rsid w:val="00FB6FB9"/>
    <w:rsid w:val="00FC01AD"/>
    <w:rsid w:val="00FC0C57"/>
    <w:rsid w:val="00FC1BD5"/>
    <w:rsid w:val="00FC5ABD"/>
    <w:rsid w:val="00FC6AF6"/>
    <w:rsid w:val="00FC79F0"/>
    <w:rsid w:val="00FD081D"/>
    <w:rsid w:val="00FD0F58"/>
    <w:rsid w:val="00FD54EB"/>
    <w:rsid w:val="00FD5E15"/>
    <w:rsid w:val="00FD6843"/>
    <w:rsid w:val="00FD7C16"/>
    <w:rsid w:val="00FE02F1"/>
    <w:rsid w:val="00FE0F5F"/>
    <w:rsid w:val="00FE295A"/>
    <w:rsid w:val="00FE56EE"/>
    <w:rsid w:val="00FE5FEF"/>
    <w:rsid w:val="00FE635F"/>
    <w:rsid w:val="00FE78F2"/>
    <w:rsid w:val="00FF1664"/>
    <w:rsid w:val="00FF1CF6"/>
    <w:rsid w:val="00FF1E85"/>
    <w:rsid w:val="00FF5252"/>
    <w:rsid w:val="00FF5C9B"/>
    <w:rsid w:val="00FF7104"/>
    <w:rsid w:val="00FF7738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Standard">
    <w:name w:val="Normal"/>
    <w:qFormat/>
    <w:rsid w:val="00C3607E"/>
    <w:pPr>
      <w:spacing w:after="240" w:line="240" w:lineRule="atLeast"/>
    </w:pPr>
    <w:rPr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642A5"/>
    <w:pPr>
      <w:keepNext/>
      <w:pageBreakBefore/>
      <w:numPr>
        <w:numId w:val="32"/>
      </w:numPr>
      <w:spacing w:before="240"/>
      <w:outlineLvl w:val="0"/>
    </w:pPr>
    <w:rPr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link w:val="berschrift2Zchn"/>
    <w:qFormat/>
    <w:rsid w:val="00C3607E"/>
    <w:pPr>
      <w:keepNext/>
      <w:spacing w:before="480" w:after="120" w:line="240" w:lineRule="auto"/>
      <w:outlineLvl w:val="1"/>
    </w:pPr>
    <w:rPr>
      <w:b/>
      <w:bCs/>
      <w:i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E642A5"/>
    <w:pPr>
      <w:keepNext/>
      <w:spacing w:before="240" w:after="120"/>
      <w:outlineLvl w:val="2"/>
    </w:pPr>
    <w:rPr>
      <w:b/>
      <w:bCs/>
      <w:color w:val="0000F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E642A5"/>
    <w:pPr>
      <w:keepNext/>
      <w:spacing w:before="240" w:after="60" w:line="240" w:lineRule="auto"/>
      <w:outlineLvl w:val="3"/>
    </w:pPr>
    <w:rPr>
      <w:b/>
      <w:bCs/>
      <w:color w:val="00008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E642A5"/>
    <w:pPr>
      <w:spacing w:before="240" w:after="60"/>
      <w:outlineLvl w:val="4"/>
    </w:pPr>
    <w:rPr>
      <w:b/>
      <w:bCs/>
      <w:iCs/>
      <w:color w:val="666699"/>
      <w:szCs w:val="20"/>
    </w:rPr>
  </w:style>
  <w:style w:type="paragraph" w:styleId="berschrift6">
    <w:name w:val="heading 6"/>
    <w:basedOn w:val="Standard"/>
    <w:next w:val="Standard"/>
    <w:link w:val="berschrift6Zchn"/>
    <w:qFormat/>
    <w:locked/>
    <w:rsid w:val="00E642A5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locked/>
    <w:rsid w:val="00E642A5"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link w:val="berschrift8Zchn"/>
    <w:qFormat/>
    <w:locked/>
    <w:rsid w:val="00E642A5"/>
    <w:pPr>
      <w:spacing w:before="240" w:after="60"/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locked/>
    <w:rsid w:val="00E642A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5049A"/>
    <w:rPr>
      <w:b/>
      <w:bCs/>
      <w:kern w:val="32"/>
      <w:sz w:val="36"/>
      <w:szCs w:val="36"/>
      <w:lang w:val="de-DE" w:eastAsia="de-DE" w:bidi="ar-SA"/>
    </w:rPr>
  </w:style>
  <w:style w:type="character" w:customStyle="1" w:styleId="berschrift2Zchn">
    <w:name w:val="Überschrift 2 Zchn"/>
    <w:basedOn w:val="Absatz-Standardschriftart"/>
    <w:link w:val="berschrift2"/>
    <w:locked/>
    <w:rsid w:val="00C3607E"/>
    <w:rPr>
      <w:b/>
      <w:bCs/>
      <w:iCs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65049A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65049A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6504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locked/>
    <w:rsid w:val="0065049A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65049A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locked/>
    <w:rsid w:val="0065049A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locked/>
    <w:rsid w:val="0065049A"/>
    <w:rPr>
      <w:rFonts w:ascii="Cambria" w:hAnsi="Cambria" w:cs="Times New Roman"/>
    </w:rPr>
  </w:style>
  <w:style w:type="paragraph" w:styleId="Abbildungsverzeichnis">
    <w:name w:val="table of figures"/>
    <w:basedOn w:val="Standard"/>
    <w:next w:val="Standard"/>
    <w:semiHidden/>
    <w:rsid w:val="00E642A5"/>
    <w:pPr>
      <w:ind w:left="400" w:hanging="400"/>
    </w:pPr>
  </w:style>
  <w:style w:type="paragraph" w:styleId="Anrede">
    <w:name w:val="Salutation"/>
    <w:basedOn w:val="Standard"/>
    <w:next w:val="Standard"/>
    <w:link w:val="AnredeZchn"/>
    <w:semiHidden/>
    <w:rsid w:val="00E642A5"/>
  </w:style>
  <w:style w:type="character" w:customStyle="1" w:styleId="AnredeZchn">
    <w:name w:val="Anrede Zchn"/>
    <w:basedOn w:val="Absatz-Standardschriftart"/>
    <w:link w:val="Anrede"/>
    <w:semiHidden/>
    <w:locked/>
    <w:rsid w:val="0065049A"/>
    <w:rPr>
      <w:rFonts w:cs="Times New Roman"/>
      <w:sz w:val="24"/>
      <w:szCs w:val="24"/>
    </w:rPr>
  </w:style>
  <w:style w:type="paragraph" w:styleId="Aufzhlungszeichen">
    <w:name w:val="List Bullet"/>
    <w:basedOn w:val="Standard"/>
    <w:autoRedefine/>
    <w:semiHidden/>
    <w:rsid w:val="00E642A5"/>
    <w:pPr>
      <w:tabs>
        <w:tab w:val="num" w:pos="360"/>
      </w:tabs>
      <w:ind w:left="360" w:hanging="360"/>
    </w:pPr>
  </w:style>
  <w:style w:type="paragraph" w:styleId="Aufzhlungszeichen2">
    <w:name w:val="List Bullet 2"/>
    <w:basedOn w:val="Standard"/>
    <w:autoRedefine/>
    <w:semiHidden/>
    <w:rsid w:val="00E642A5"/>
    <w:pPr>
      <w:tabs>
        <w:tab w:val="num" w:pos="643"/>
      </w:tabs>
      <w:ind w:left="643" w:hanging="360"/>
    </w:pPr>
  </w:style>
  <w:style w:type="paragraph" w:styleId="Aufzhlungszeichen3">
    <w:name w:val="List Bullet 3"/>
    <w:basedOn w:val="Standard"/>
    <w:autoRedefine/>
    <w:semiHidden/>
    <w:rsid w:val="00E642A5"/>
    <w:pPr>
      <w:tabs>
        <w:tab w:val="num" w:pos="926"/>
      </w:tabs>
      <w:ind w:left="926" w:hanging="360"/>
    </w:pPr>
  </w:style>
  <w:style w:type="paragraph" w:styleId="Aufzhlungszeichen4">
    <w:name w:val="List Bullet 4"/>
    <w:basedOn w:val="Standard"/>
    <w:autoRedefine/>
    <w:semiHidden/>
    <w:rsid w:val="00E642A5"/>
    <w:pPr>
      <w:tabs>
        <w:tab w:val="num" w:pos="1209"/>
      </w:tabs>
      <w:ind w:left="1209" w:hanging="360"/>
    </w:pPr>
  </w:style>
  <w:style w:type="paragraph" w:styleId="Aufzhlungszeichen5">
    <w:name w:val="List Bullet 5"/>
    <w:basedOn w:val="Standard"/>
    <w:autoRedefine/>
    <w:semiHidden/>
    <w:rsid w:val="00E642A5"/>
    <w:pPr>
      <w:tabs>
        <w:tab w:val="num" w:pos="1492"/>
      </w:tabs>
      <w:ind w:left="1492" w:hanging="360"/>
    </w:pPr>
  </w:style>
  <w:style w:type="paragraph" w:styleId="Beschriftung">
    <w:name w:val="caption"/>
    <w:basedOn w:val="Standard"/>
    <w:next w:val="Standard"/>
    <w:qFormat/>
    <w:locked/>
    <w:rsid w:val="00E642A5"/>
    <w:pPr>
      <w:spacing w:before="120" w:after="120"/>
    </w:pPr>
    <w:rPr>
      <w:b/>
      <w:bCs/>
      <w:szCs w:val="20"/>
    </w:rPr>
  </w:style>
  <w:style w:type="character" w:styleId="BesuchterHyperlink">
    <w:name w:val="FollowedHyperlink"/>
    <w:basedOn w:val="Absatz-Standardschriftart"/>
    <w:semiHidden/>
    <w:rsid w:val="00E642A5"/>
    <w:rPr>
      <w:rFonts w:cs="Times New Roman"/>
      <w:color w:val="800080"/>
      <w:u w:val="single"/>
    </w:rPr>
  </w:style>
  <w:style w:type="character" w:customStyle="1" w:styleId="Bildname">
    <w:name w:val="Bildname"/>
    <w:basedOn w:val="Absatz-Standardschriftart"/>
    <w:rsid w:val="00E642A5"/>
    <w:rPr>
      <w:rFonts w:ascii="Courier New" w:hAnsi="Courier New" w:cs="Times New Roman"/>
      <w:color w:val="000080"/>
      <w:sz w:val="24"/>
      <w:bdr w:val="single" w:sz="18" w:space="0" w:color="808080" w:shadow="1"/>
      <w:shd w:val="clear" w:color="auto" w:fill="FFFF99"/>
    </w:rPr>
  </w:style>
  <w:style w:type="paragraph" w:styleId="Blocktext">
    <w:name w:val="Block Text"/>
    <w:basedOn w:val="Standard"/>
    <w:semiHidden/>
    <w:rsid w:val="00E642A5"/>
    <w:pPr>
      <w:spacing w:after="120"/>
      <w:ind w:left="1440" w:right="1440"/>
    </w:pPr>
  </w:style>
  <w:style w:type="paragraph" w:customStyle="1" w:styleId="Callout">
    <w:name w:val="Callout"/>
    <w:basedOn w:val="Standard"/>
    <w:rsid w:val="00E642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60" w:after="120" w:line="240" w:lineRule="auto"/>
      <w:contextualSpacing/>
    </w:pPr>
  </w:style>
  <w:style w:type="paragraph" w:styleId="Datum">
    <w:name w:val="Date"/>
    <w:basedOn w:val="Standard"/>
    <w:next w:val="Standard"/>
    <w:link w:val="DatumZchn"/>
    <w:semiHidden/>
    <w:rsid w:val="00E642A5"/>
  </w:style>
  <w:style w:type="character" w:customStyle="1" w:styleId="DatumZchn">
    <w:name w:val="Datum Zchn"/>
    <w:basedOn w:val="Absatz-Standardschriftart"/>
    <w:link w:val="Datum"/>
    <w:semiHidden/>
    <w:locked/>
    <w:rsid w:val="0065049A"/>
    <w:rPr>
      <w:rFonts w:cs="Times New Roman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E642A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65049A"/>
    <w:rPr>
      <w:rFonts w:cs="Times New Roman"/>
      <w:sz w:val="2"/>
    </w:rPr>
  </w:style>
  <w:style w:type="paragraph" w:styleId="E-Mail-Signatur">
    <w:name w:val="E-mail Signature"/>
    <w:basedOn w:val="Standard"/>
    <w:link w:val="E-Mail-SignaturZchn"/>
    <w:semiHidden/>
    <w:rsid w:val="00E642A5"/>
  </w:style>
  <w:style w:type="character" w:customStyle="1" w:styleId="E-Mail-SignaturZchn">
    <w:name w:val="E-Mail-Signatur Zchn"/>
    <w:basedOn w:val="Absatz-Standardschriftart"/>
    <w:link w:val="E-Mail-Signatur"/>
    <w:semiHidden/>
    <w:locked/>
    <w:rsid w:val="0065049A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semiHidden/>
    <w:rsid w:val="00E642A5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locked/>
    <w:rsid w:val="0065049A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semiHidden/>
    <w:rsid w:val="00E642A5"/>
    <w:rPr>
      <w:rFonts w:cs="Times New Roman"/>
      <w:vertAlign w:val="superscript"/>
    </w:rPr>
  </w:style>
  <w:style w:type="paragraph" w:customStyle="1" w:styleId="FormelAnfang">
    <w:name w:val="Formel_Anfang"/>
    <w:next w:val="Standard"/>
    <w:locked/>
    <w:rsid w:val="00E642A5"/>
    <w:pPr>
      <w:pBdr>
        <w:top w:val="single" w:sz="24" w:space="1" w:color="000080"/>
      </w:pBdr>
      <w:shd w:val="clear" w:color="auto" w:fill="99CCFF"/>
      <w:spacing w:before="240" w:after="240" w:line="120" w:lineRule="atLeast"/>
    </w:pPr>
    <w:rPr>
      <w:sz w:val="6"/>
    </w:rPr>
  </w:style>
  <w:style w:type="paragraph" w:customStyle="1" w:styleId="FormelEnde">
    <w:name w:val="Formel_Ende"/>
    <w:next w:val="Standard"/>
    <w:locked/>
    <w:rsid w:val="00E642A5"/>
    <w:pPr>
      <w:pBdr>
        <w:bottom w:val="single" w:sz="24" w:space="0" w:color="000080"/>
      </w:pBdr>
      <w:shd w:val="clear" w:color="auto" w:fill="99CCFF"/>
      <w:spacing w:before="240" w:after="240" w:line="120" w:lineRule="atLeast"/>
    </w:pPr>
    <w:rPr>
      <w:sz w:val="6"/>
      <w:szCs w:val="10"/>
    </w:rPr>
  </w:style>
  <w:style w:type="paragraph" w:styleId="Fu-Endnotenberschrift">
    <w:name w:val="Note Heading"/>
    <w:basedOn w:val="Standard"/>
    <w:next w:val="Standard"/>
    <w:link w:val="Fu-EndnotenberschriftZchn"/>
    <w:semiHidden/>
    <w:rsid w:val="00E642A5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locked/>
    <w:rsid w:val="0065049A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E642A5"/>
    <w:rPr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65049A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semiHidden/>
    <w:rsid w:val="00E642A5"/>
    <w:rPr>
      <w:rFonts w:cs="Times New Roman"/>
      <w:vertAlign w:val="superscript"/>
    </w:rPr>
  </w:style>
  <w:style w:type="paragraph" w:styleId="Fuzeile">
    <w:name w:val="footer"/>
    <w:basedOn w:val="Standard"/>
    <w:link w:val="FuzeileZchn"/>
    <w:semiHidden/>
    <w:rsid w:val="00E642A5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semiHidden/>
    <w:locked/>
    <w:rsid w:val="0065049A"/>
    <w:rPr>
      <w:rFonts w:cs="Times New Roman"/>
      <w:sz w:val="24"/>
      <w:szCs w:val="24"/>
    </w:rPr>
  </w:style>
  <w:style w:type="paragraph" w:customStyle="1" w:styleId="HinweisFuerDenSetzer">
    <w:name w:val="HinweisFuerDenSetzer"/>
    <w:semiHidden/>
    <w:locked/>
    <w:rsid w:val="00E642A5"/>
    <w:rPr>
      <w:b/>
      <w:color w:val="808080"/>
      <w:sz w:val="22"/>
    </w:rPr>
  </w:style>
  <w:style w:type="paragraph" w:styleId="HTMLAdresse">
    <w:name w:val="HTML Address"/>
    <w:basedOn w:val="Standard"/>
    <w:link w:val="HTMLAdresseZchn"/>
    <w:semiHidden/>
    <w:rsid w:val="00E642A5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locked/>
    <w:rsid w:val="0065049A"/>
    <w:rPr>
      <w:rFonts w:cs="Times New Roman"/>
      <w:i/>
      <w:iCs/>
      <w:sz w:val="24"/>
      <w:szCs w:val="24"/>
    </w:rPr>
  </w:style>
  <w:style w:type="character" w:styleId="HTMLAkronym">
    <w:name w:val="HTML Acronym"/>
    <w:basedOn w:val="Absatz-Standardschriftart"/>
    <w:semiHidden/>
    <w:rsid w:val="00E642A5"/>
    <w:rPr>
      <w:rFonts w:cs="Times New Roman"/>
    </w:rPr>
  </w:style>
  <w:style w:type="character" w:styleId="HTMLBeispiel">
    <w:name w:val="HTML Sample"/>
    <w:basedOn w:val="Absatz-Standardschriftart"/>
    <w:semiHidden/>
    <w:rsid w:val="00E642A5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E642A5"/>
    <w:rPr>
      <w:rFonts w:cs="Times New Roman"/>
      <w:i/>
      <w:iCs/>
    </w:rPr>
  </w:style>
  <w:style w:type="character" w:styleId="HTMLSchreibmaschine">
    <w:name w:val="HTML Typewriter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E642A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E642A5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semiHidden/>
    <w:rsid w:val="00E642A5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locked/>
    <w:rsid w:val="0065049A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semiHidden/>
    <w:rsid w:val="00E642A5"/>
    <w:rPr>
      <w:rFonts w:cs="Times New Roman"/>
      <w:i/>
      <w:iCs/>
    </w:rPr>
  </w:style>
  <w:style w:type="character" w:styleId="Hyperlink">
    <w:name w:val="Hyperlink"/>
    <w:basedOn w:val="Absatz-Standardschriftart"/>
    <w:semiHidden/>
    <w:rsid w:val="00E642A5"/>
    <w:rPr>
      <w:rFonts w:cs="Times New Roman"/>
      <w:color w:val="0000FF"/>
      <w:u w:val="single"/>
    </w:rPr>
  </w:style>
  <w:style w:type="paragraph" w:customStyle="1" w:styleId="Icon1">
    <w:name w:val="Icon_1"/>
    <w:basedOn w:val="Standard"/>
    <w:next w:val="Standard"/>
    <w:locked/>
    <w:rsid w:val="00E642A5"/>
    <w:pPr>
      <w:numPr>
        <w:numId w:val="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2">
    <w:name w:val="Icon_2"/>
    <w:basedOn w:val="Standard"/>
    <w:next w:val="Standard"/>
    <w:locked/>
    <w:rsid w:val="00E642A5"/>
    <w:pPr>
      <w:numPr>
        <w:numId w:val="1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3">
    <w:name w:val="Icon_3"/>
    <w:basedOn w:val="Standard"/>
    <w:next w:val="Standard"/>
    <w:locked/>
    <w:rsid w:val="00E642A5"/>
    <w:pPr>
      <w:numPr>
        <w:numId w:val="1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4">
    <w:name w:val="Icon_4"/>
    <w:basedOn w:val="Standard"/>
    <w:next w:val="Standard"/>
    <w:locked/>
    <w:rsid w:val="00E642A5"/>
    <w:pPr>
      <w:numPr>
        <w:numId w:val="1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5">
    <w:name w:val="Icon_5"/>
    <w:basedOn w:val="Standard"/>
    <w:next w:val="Standard"/>
    <w:locked/>
    <w:rsid w:val="00E642A5"/>
    <w:pPr>
      <w:numPr>
        <w:numId w:val="1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6">
    <w:name w:val="Icon_6"/>
    <w:basedOn w:val="Standard"/>
    <w:next w:val="Standard"/>
    <w:locked/>
    <w:rsid w:val="00E642A5"/>
    <w:pPr>
      <w:numPr>
        <w:numId w:val="1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Anekdote">
    <w:name w:val="Icon_Anekdote"/>
    <w:basedOn w:val="Standard"/>
    <w:next w:val="Standard"/>
    <w:rsid w:val="00E642A5"/>
    <w:pPr>
      <w:numPr>
        <w:numId w:val="1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Beispiel">
    <w:name w:val="Icon_Beispiel"/>
    <w:basedOn w:val="Standard"/>
    <w:next w:val="Standard"/>
    <w:rsid w:val="00E642A5"/>
    <w:pPr>
      <w:numPr>
        <w:numId w:val="1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CD">
    <w:name w:val="Icon_CD"/>
    <w:basedOn w:val="Standard"/>
    <w:next w:val="Standard"/>
    <w:locked/>
    <w:rsid w:val="00E642A5"/>
    <w:pPr>
      <w:numPr>
        <w:numId w:val="17"/>
      </w:numPr>
      <w:pBdr>
        <w:top w:val="single" w:sz="24" w:space="2" w:color="FF0000"/>
      </w:pBdr>
      <w:spacing w:before="60" w:after="0" w:line="240" w:lineRule="auto"/>
    </w:pPr>
    <w:rPr>
      <w:szCs w:val="56"/>
    </w:rPr>
  </w:style>
  <w:style w:type="paragraph" w:customStyle="1" w:styleId="IconDefinition">
    <w:name w:val="Icon_Definition"/>
    <w:basedOn w:val="Standard"/>
    <w:next w:val="Standard"/>
    <w:rsid w:val="00E642A5"/>
    <w:pPr>
      <w:numPr>
        <w:numId w:val="18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Ende">
    <w:name w:val="Icon_Ende"/>
    <w:next w:val="Standard"/>
    <w:locked/>
    <w:rsid w:val="00E642A5"/>
    <w:pPr>
      <w:pBdr>
        <w:bottom w:val="single" w:sz="24" w:space="0" w:color="808000"/>
      </w:pBdr>
      <w:shd w:val="clear" w:color="auto" w:fill="FFFF99"/>
      <w:spacing w:after="240" w:line="120" w:lineRule="atLeast"/>
      <w:ind w:left="-284"/>
    </w:pPr>
    <w:rPr>
      <w:sz w:val="6"/>
      <w:szCs w:val="10"/>
    </w:rPr>
  </w:style>
  <w:style w:type="paragraph" w:customStyle="1" w:styleId="IconErinnerung">
    <w:name w:val="Icon_Erinnerung"/>
    <w:basedOn w:val="Standard"/>
    <w:next w:val="Standard"/>
    <w:locked/>
    <w:rsid w:val="00DB7CF8"/>
    <w:pPr>
      <w:numPr>
        <w:numId w:val="19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Fragezeichen">
    <w:name w:val="Icon_Fragezeichen"/>
    <w:basedOn w:val="Standard"/>
    <w:next w:val="Standard"/>
    <w:rsid w:val="00E642A5"/>
    <w:pPr>
      <w:numPr>
        <w:numId w:val="20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International">
    <w:name w:val="Icon_International"/>
    <w:basedOn w:val="Standard"/>
    <w:next w:val="Standard"/>
    <w:rsid w:val="00E642A5"/>
    <w:pPr>
      <w:numPr>
        <w:numId w:val="21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Sanduhr">
    <w:name w:val="Icon_Sanduhr"/>
    <w:basedOn w:val="Standard"/>
    <w:next w:val="Standard"/>
    <w:rsid w:val="00E642A5"/>
    <w:pPr>
      <w:numPr>
        <w:numId w:val="22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echniker">
    <w:name w:val="Icon_Techniker"/>
    <w:basedOn w:val="Standard"/>
    <w:next w:val="Standard"/>
    <w:rsid w:val="00E642A5"/>
    <w:pPr>
      <w:numPr>
        <w:numId w:val="23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Tipp">
    <w:name w:val="Icon_Tipp"/>
    <w:basedOn w:val="Standard"/>
    <w:next w:val="Standard"/>
    <w:locked/>
    <w:rsid w:val="00E642A5"/>
    <w:pPr>
      <w:numPr>
        <w:numId w:val="24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Uebung">
    <w:name w:val="Icon_Uebung"/>
    <w:basedOn w:val="Standard"/>
    <w:next w:val="Standard"/>
    <w:rsid w:val="00E642A5"/>
    <w:pPr>
      <w:numPr>
        <w:numId w:val="25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Vorsicht">
    <w:name w:val="Icon_Vorsicht"/>
    <w:basedOn w:val="Standard"/>
    <w:next w:val="Standard"/>
    <w:locked/>
    <w:rsid w:val="00E642A5"/>
    <w:pPr>
      <w:numPr>
        <w:numId w:val="26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conWarnung">
    <w:name w:val="Icon_Warnung"/>
    <w:basedOn w:val="Standard"/>
    <w:next w:val="Standard"/>
    <w:locked/>
    <w:rsid w:val="00E642A5"/>
    <w:pPr>
      <w:numPr>
        <w:numId w:val="27"/>
      </w:numPr>
      <w:pBdr>
        <w:top w:val="single" w:sz="24" w:space="2" w:color="FF0000"/>
      </w:pBdr>
      <w:spacing w:before="60" w:after="0" w:line="240" w:lineRule="auto"/>
    </w:pPr>
  </w:style>
  <w:style w:type="paragraph" w:customStyle="1" w:styleId="Illus">
    <w:name w:val="Illus"/>
    <w:basedOn w:val="Standard"/>
    <w:next w:val="Standard"/>
    <w:locked/>
    <w:rsid w:val="00E642A5"/>
    <w:pPr>
      <w:spacing w:before="240"/>
      <w:jc w:val="center"/>
    </w:pPr>
  </w:style>
  <w:style w:type="paragraph" w:customStyle="1" w:styleId="TabBU">
    <w:name w:val="Tab_BU"/>
    <w:next w:val="Standard"/>
    <w:locked/>
    <w:rsid w:val="00E642A5"/>
    <w:pPr>
      <w:spacing w:before="240" w:after="240" w:line="240" w:lineRule="atLeast"/>
      <w:jc w:val="center"/>
    </w:pPr>
    <w:rPr>
      <w:i/>
      <w:sz w:val="22"/>
      <w:szCs w:val="24"/>
    </w:rPr>
  </w:style>
  <w:style w:type="paragraph" w:customStyle="1" w:styleId="IllusBU">
    <w:name w:val="Illus_BU"/>
    <w:basedOn w:val="TabBU"/>
    <w:next w:val="Standard"/>
    <w:locked/>
    <w:rsid w:val="00E642A5"/>
    <w:pPr>
      <w:spacing w:before="0"/>
    </w:pPr>
  </w:style>
  <w:style w:type="paragraph" w:customStyle="1" w:styleId="IllusMargin">
    <w:name w:val="Illus_Margin"/>
    <w:basedOn w:val="Illus"/>
    <w:next w:val="Standard"/>
    <w:locked/>
    <w:rsid w:val="00E642A5"/>
    <w:pPr>
      <w:ind w:left="-284"/>
      <w:jc w:val="left"/>
    </w:pPr>
  </w:style>
  <w:style w:type="paragraph" w:styleId="Index1">
    <w:name w:val="index 1"/>
    <w:basedOn w:val="Standard"/>
    <w:next w:val="Standard"/>
    <w:autoRedefine/>
    <w:semiHidden/>
    <w:rsid w:val="00E642A5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642A5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642A5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642A5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642A5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642A5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642A5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642A5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642A5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642A5"/>
    <w:rPr>
      <w:rFonts w:ascii="Arial" w:hAnsi="Arial" w:cs="Arial"/>
      <w:b/>
      <w:bCs/>
    </w:rPr>
  </w:style>
  <w:style w:type="paragraph" w:customStyle="1" w:styleId="KastenEnde">
    <w:name w:val="Kasten_Ende"/>
    <w:basedOn w:val="Standard"/>
    <w:next w:val="Standard"/>
    <w:locked/>
    <w:rsid w:val="00E642A5"/>
    <w:pPr>
      <w:pBdr>
        <w:bottom w:val="single" w:sz="24" w:space="1" w:color="FF6600"/>
      </w:pBdr>
      <w:shd w:val="clear" w:color="auto" w:fill="FFCC99"/>
      <w:spacing w:line="120" w:lineRule="atLeast"/>
    </w:pPr>
    <w:rPr>
      <w:sz w:val="6"/>
    </w:rPr>
  </w:style>
  <w:style w:type="paragraph" w:customStyle="1" w:styleId="KastenTitel">
    <w:name w:val="Kasten_Titel"/>
    <w:next w:val="Standard"/>
    <w:locked/>
    <w:rsid w:val="00E642A5"/>
    <w:pPr>
      <w:pBdr>
        <w:top w:val="single" w:sz="24" w:space="1" w:color="FF6600"/>
      </w:pBdr>
      <w:shd w:val="clear" w:color="auto" w:fill="FFCC99"/>
      <w:spacing w:after="120" w:line="280" w:lineRule="atLeast"/>
    </w:pPr>
    <w:rPr>
      <w:b/>
      <w:bCs/>
      <w:sz w:val="24"/>
    </w:rPr>
  </w:style>
  <w:style w:type="paragraph" w:customStyle="1" w:styleId="TabDezimal">
    <w:name w:val="Tab_Dezimal"/>
    <w:basedOn w:val="TabText"/>
    <w:rsid w:val="00355B47"/>
    <w:pPr>
      <w:shd w:val="clear" w:color="auto" w:fill="F3F3F3"/>
    </w:pPr>
  </w:style>
  <w:style w:type="paragraph" w:styleId="Kommentartext">
    <w:name w:val="annotation text"/>
    <w:basedOn w:val="Standard"/>
    <w:link w:val="KommentartextZchn"/>
    <w:semiHidden/>
    <w:rsid w:val="00E642A5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65049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642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65049A"/>
    <w:rPr>
      <w:rFonts w:cs="Times New Roman"/>
      <w:b/>
      <w:bCs/>
      <w:sz w:val="20"/>
      <w:szCs w:val="20"/>
    </w:rPr>
  </w:style>
  <w:style w:type="character" w:styleId="Kommentarzeichen">
    <w:name w:val="annotation reference"/>
    <w:basedOn w:val="Absatz-Standardschriftart"/>
    <w:semiHidden/>
    <w:rsid w:val="00E642A5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semiHidden/>
    <w:rsid w:val="00E642A5"/>
    <w:pPr>
      <w:pBdr>
        <w:bottom w:val="single" w:sz="2" w:space="3" w:color="808080"/>
      </w:pBdr>
      <w:tabs>
        <w:tab w:val="center" w:pos="4536"/>
        <w:tab w:val="right" w:pos="9072"/>
      </w:tabs>
      <w:spacing w:before="480" w:after="0" w:line="240" w:lineRule="auto"/>
    </w:pPr>
    <w:rPr>
      <w:rFonts w:ascii="Arial" w:hAnsi="Arial"/>
      <w:color w:val="333333"/>
      <w:sz w:val="20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65049A"/>
    <w:rPr>
      <w:rFonts w:cs="Times New Roman"/>
      <w:sz w:val="24"/>
      <w:szCs w:val="24"/>
    </w:rPr>
  </w:style>
  <w:style w:type="paragraph" w:styleId="Liste">
    <w:name w:val="List"/>
    <w:basedOn w:val="Standard"/>
    <w:semiHidden/>
    <w:rsid w:val="00E642A5"/>
    <w:pPr>
      <w:ind w:left="283" w:hanging="283"/>
    </w:pPr>
  </w:style>
  <w:style w:type="paragraph" w:styleId="Liste2">
    <w:name w:val="List 2"/>
    <w:basedOn w:val="Standard"/>
    <w:semiHidden/>
    <w:rsid w:val="00E642A5"/>
    <w:pPr>
      <w:ind w:left="566" w:hanging="283"/>
    </w:pPr>
  </w:style>
  <w:style w:type="paragraph" w:styleId="Liste3">
    <w:name w:val="List 3"/>
    <w:basedOn w:val="Standard"/>
    <w:semiHidden/>
    <w:rsid w:val="00E642A5"/>
    <w:pPr>
      <w:ind w:left="849" w:hanging="283"/>
    </w:pPr>
  </w:style>
  <w:style w:type="paragraph" w:styleId="Liste4">
    <w:name w:val="List 4"/>
    <w:basedOn w:val="Standard"/>
    <w:semiHidden/>
    <w:rsid w:val="00E642A5"/>
    <w:pPr>
      <w:ind w:left="1132" w:hanging="283"/>
    </w:pPr>
  </w:style>
  <w:style w:type="paragraph" w:styleId="Liste5">
    <w:name w:val="List 5"/>
    <w:basedOn w:val="Standard"/>
    <w:semiHidden/>
    <w:rsid w:val="00E642A5"/>
    <w:pPr>
      <w:ind w:left="1415" w:hanging="283"/>
    </w:pPr>
  </w:style>
  <w:style w:type="paragraph" w:customStyle="1" w:styleId="ListeHaken">
    <w:name w:val="Liste_Haken"/>
    <w:locked/>
    <w:rsid w:val="009C41A8"/>
    <w:pPr>
      <w:numPr>
        <w:numId w:val="29"/>
      </w:numPr>
      <w:spacing w:after="240"/>
    </w:pPr>
    <w:rPr>
      <w:sz w:val="22"/>
      <w:szCs w:val="24"/>
    </w:rPr>
  </w:style>
  <w:style w:type="paragraph" w:customStyle="1" w:styleId="ListeNumf">
    <w:name w:val="Liste_Num_f"/>
    <w:locked/>
    <w:rsid w:val="0043678F"/>
    <w:pPr>
      <w:numPr>
        <w:numId w:val="30"/>
      </w:numPr>
      <w:spacing w:after="120" w:line="240" w:lineRule="atLeast"/>
    </w:pPr>
    <w:rPr>
      <w:b/>
      <w:sz w:val="22"/>
    </w:rPr>
  </w:style>
  <w:style w:type="paragraph" w:customStyle="1" w:styleId="ListeNumn">
    <w:name w:val="Liste_Num_n"/>
    <w:locked/>
    <w:rsid w:val="0043678F"/>
    <w:pPr>
      <w:numPr>
        <w:numId w:val="33"/>
      </w:numPr>
      <w:spacing w:after="120"/>
    </w:pPr>
    <w:rPr>
      <w:sz w:val="22"/>
    </w:rPr>
  </w:style>
  <w:style w:type="paragraph" w:customStyle="1" w:styleId="ListePunkt">
    <w:name w:val="Liste_Punkt"/>
    <w:locked/>
    <w:rsid w:val="0043678F"/>
    <w:pPr>
      <w:numPr>
        <w:numId w:val="31"/>
      </w:numPr>
      <w:spacing w:after="120"/>
    </w:pPr>
    <w:rPr>
      <w:sz w:val="22"/>
      <w:szCs w:val="24"/>
    </w:rPr>
  </w:style>
  <w:style w:type="paragraph" w:styleId="Listenfortsetzung">
    <w:name w:val="List Continue"/>
    <w:basedOn w:val="Standard"/>
    <w:semiHidden/>
    <w:rsid w:val="00E642A5"/>
    <w:pPr>
      <w:spacing w:after="120"/>
      <w:ind w:left="283"/>
    </w:pPr>
  </w:style>
  <w:style w:type="paragraph" w:styleId="Listenfortsetzung2">
    <w:name w:val="List Continue 2"/>
    <w:basedOn w:val="Standard"/>
    <w:semiHidden/>
    <w:rsid w:val="00E642A5"/>
    <w:pPr>
      <w:spacing w:after="120"/>
      <w:ind w:left="566"/>
    </w:pPr>
  </w:style>
  <w:style w:type="paragraph" w:styleId="Listenfortsetzung3">
    <w:name w:val="List Continue 3"/>
    <w:basedOn w:val="Standard"/>
    <w:semiHidden/>
    <w:rsid w:val="00E642A5"/>
    <w:pPr>
      <w:spacing w:after="120"/>
      <w:ind w:left="849"/>
    </w:pPr>
  </w:style>
  <w:style w:type="paragraph" w:styleId="Listenfortsetzung4">
    <w:name w:val="List Continue 4"/>
    <w:basedOn w:val="Standard"/>
    <w:semiHidden/>
    <w:rsid w:val="00E642A5"/>
    <w:pPr>
      <w:spacing w:after="120"/>
      <w:ind w:left="1132"/>
    </w:pPr>
  </w:style>
  <w:style w:type="paragraph" w:styleId="Listenfortsetzung5">
    <w:name w:val="List Continue 5"/>
    <w:basedOn w:val="Standard"/>
    <w:semiHidden/>
    <w:rsid w:val="00E642A5"/>
    <w:pPr>
      <w:spacing w:after="120"/>
      <w:ind w:left="1415"/>
    </w:pPr>
  </w:style>
  <w:style w:type="paragraph" w:styleId="Listennummer">
    <w:name w:val="List Number"/>
    <w:basedOn w:val="Standard"/>
    <w:semiHidden/>
    <w:rsid w:val="00E642A5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semiHidden/>
    <w:rsid w:val="00E642A5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semiHidden/>
    <w:rsid w:val="00E642A5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semiHidden/>
    <w:rsid w:val="00E642A5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semiHidden/>
    <w:rsid w:val="00E642A5"/>
    <w:pPr>
      <w:tabs>
        <w:tab w:val="num" w:pos="1492"/>
      </w:tabs>
      <w:ind w:left="1492" w:hanging="360"/>
    </w:pPr>
  </w:style>
  <w:style w:type="paragraph" w:customStyle="1" w:styleId="Listing">
    <w:name w:val="Listing"/>
    <w:locked/>
    <w:rsid w:val="00E642A5"/>
    <w:pPr>
      <w:spacing w:line="280" w:lineRule="atLeast"/>
      <w:ind w:right="113"/>
    </w:pPr>
    <w:rPr>
      <w:rFonts w:ascii="Courier New" w:hAnsi="Courier New"/>
      <w:color w:val="333399"/>
      <w:sz w:val="24"/>
      <w:szCs w:val="17"/>
    </w:rPr>
  </w:style>
  <w:style w:type="paragraph" w:customStyle="1" w:styleId="ListingBU">
    <w:name w:val="Listing_BU"/>
    <w:next w:val="Standard"/>
    <w:locked/>
    <w:rsid w:val="00E642A5"/>
    <w:pPr>
      <w:spacing w:after="240" w:line="240" w:lineRule="atLeast"/>
      <w:jc w:val="center"/>
    </w:pPr>
    <w:rPr>
      <w:i/>
      <w:color w:val="000080"/>
      <w:sz w:val="22"/>
    </w:rPr>
  </w:style>
  <w:style w:type="paragraph" w:customStyle="1" w:styleId="ListingEinzug">
    <w:name w:val="Listing_Einzug"/>
    <w:basedOn w:val="Listing"/>
    <w:locked/>
    <w:rsid w:val="00E642A5"/>
    <w:pPr>
      <w:ind w:left="340" w:right="170"/>
    </w:pPr>
    <w:rPr>
      <w:color w:val="0000FF"/>
    </w:rPr>
  </w:style>
  <w:style w:type="paragraph" w:styleId="Makrotext">
    <w:name w:val="macro"/>
    <w:link w:val="MakrotextZchn"/>
    <w:semiHidden/>
    <w:rsid w:val="00E642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tLeast"/>
      <w:jc w:val="both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locked/>
    <w:rsid w:val="0065049A"/>
    <w:rPr>
      <w:rFonts w:ascii="Courier New" w:hAnsi="Courier New" w:cs="Courier New"/>
      <w:lang w:val="de-DE" w:eastAsia="de-DE" w:bidi="ar-SA"/>
    </w:rPr>
  </w:style>
  <w:style w:type="paragraph" w:styleId="Nachrichtenkopf">
    <w:name w:val="Message Header"/>
    <w:basedOn w:val="Standard"/>
    <w:link w:val="NachrichtenkopfZchn"/>
    <w:semiHidden/>
    <w:rsid w:val="00E642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locked/>
    <w:rsid w:val="0065049A"/>
    <w:rPr>
      <w:rFonts w:ascii="Cambria" w:hAnsi="Cambria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semiHidden/>
    <w:rsid w:val="00E642A5"/>
    <w:rPr>
      <w:rFonts w:ascii="Courier New" w:hAnsi="Courier New" w:cs="Courier New"/>
      <w:szCs w:val="20"/>
    </w:rPr>
  </w:style>
  <w:style w:type="character" w:customStyle="1" w:styleId="NurTextZchn">
    <w:name w:val="Nur Text Zchn"/>
    <w:basedOn w:val="Absatz-Standardschriftart"/>
    <w:link w:val="NurText"/>
    <w:semiHidden/>
    <w:locked/>
    <w:rsid w:val="0065049A"/>
    <w:rPr>
      <w:rFonts w:ascii="Courier New" w:hAnsi="Courier New" w:cs="Courier New"/>
      <w:sz w:val="20"/>
      <w:szCs w:val="20"/>
    </w:rPr>
  </w:style>
  <w:style w:type="character" w:customStyle="1" w:styleId="phon">
    <w:name w:val="phon"/>
    <w:basedOn w:val="Absatz-Standardschriftart"/>
    <w:rsid w:val="00E642A5"/>
    <w:rPr>
      <w:rFonts w:ascii="Times New Roman" w:hAnsi="Times New Roman" w:cs="Times New Roman"/>
      <w:shd w:val="clear" w:color="auto" w:fill="CCFFCC"/>
    </w:rPr>
  </w:style>
  <w:style w:type="paragraph" w:customStyle="1" w:styleId="Rechts">
    <w:name w:val="Rechts"/>
    <w:basedOn w:val="Standard"/>
    <w:rsid w:val="00E642A5"/>
    <w:pPr>
      <w:jc w:val="right"/>
    </w:pPr>
  </w:style>
  <w:style w:type="paragraph" w:styleId="Rechtsgrundlagenverzeichnis">
    <w:name w:val="table of authorities"/>
    <w:basedOn w:val="Standard"/>
    <w:next w:val="Standard"/>
    <w:semiHidden/>
    <w:rsid w:val="00E642A5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642A5"/>
    <w:pPr>
      <w:spacing w:before="120"/>
    </w:pPr>
    <w:rPr>
      <w:rFonts w:ascii="Arial" w:hAnsi="Arial" w:cs="Arial"/>
      <w:b/>
      <w:bCs/>
      <w:sz w:val="24"/>
    </w:rPr>
  </w:style>
  <w:style w:type="character" w:styleId="Seitenzahl">
    <w:name w:val="page number"/>
    <w:basedOn w:val="Absatz-Standardschriftart"/>
    <w:semiHidden/>
    <w:rsid w:val="00E642A5"/>
    <w:rPr>
      <w:rFonts w:cs="Times New Roman"/>
    </w:rPr>
  </w:style>
  <w:style w:type="paragraph" w:customStyle="1" w:styleId="Sonderformat1">
    <w:name w:val="Sonderformat_1"/>
    <w:basedOn w:val="Standard"/>
    <w:locked/>
    <w:rsid w:val="00E642A5"/>
    <w:pPr>
      <w:shd w:val="clear" w:color="auto" w:fill="FF9900"/>
    </w:pPr>
  </w:style>
  <w:style w:type="paragraph" w:customStyle="1" w:styleId="Sonderformat2">
    <w:name w:val="Sonderformat_2"/>
    <w:basedOn w:val="Sonderformat1"/>
    <w:locked/>
    <w:rsid w:val="00E642A5"/>
    <w:pPr>
      <w:shd w:val="clear" w:color="auto" w:fill="FF6600"/>
    </w:pPr>
  </w:style>
  <w:style w:type="paragraph" w:styleId="Sprechblasentext">
    <w:name w:val="Balloon Text"/>
    <w:basedOn w:val="Standard"/>
    <w:link w:val="SprechblasentextZchn"/>
    <w:semiHidden/>
    <w:rsid w:val="00E642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65049A"/>
    <w:rPr>
      <w:rFonts w:cs="Times New Roman"/>
      <w:sz w:val="2"/>
    </w:rPr>
  </w:style>
  <w:style w:type="paragraph" w:styleId="StandardWeb">
    <w:name w:val="Normal (Web)"/>
    <w:basedOn w:val="Standard"/>
    <w:semiHidden/>
    <w:rsid w:val="00E642A5"/>
    <w:rPr>
      <w:sz w:val="24"/>
    </w:rPr>
  </w:style>
  <w:style w:type="paragraph" w:customStyle="1" w:styleId="StandardEinzug">
    <w:name w:val="Standard_Einzug"/>
    <w:locked/>
    <w:rsid w:val="00013DA1"/>
    <w:pPr>
      <w:spacing w:after="120" w:line="240" w:lineRule="atLeast"/>
      <w:ind w:left="340"/>
    </w:pPr>
    <w:rPr>
      <w:color w:val="993300"/>
      <w:sz w:val="22"/>
    </w:rPr>
  </w:style>
  <w:style w:type="paragraph" w:customStyle="1" w:styleId="StandardEinzug2">
    <w:name w:val="Standard_Einzug_2"/>
    <w:locked/>
    <w:rsid w:val="00E642A5"/>
    <w:pPr>
      <w:spacing w:after="240" w:line="240" w:lineRule="atLeast"/>
      <w:ind w:left="680"/>
    </w:pPr>
    <w:rPr>
      <w:color w:val="993300"/>
      <w:sz w:val="22"/>
      <w:szCs w:val="24"/>
    </w:rPr>
  </w:style>
  <w:style w:type="paragraph" w:styleId="Standardeinzug0">
    <w:name w:val="Normal Indent"/>
    <w:basedOn w:val="Standard"/>
    <w:semiHidden/>
    <w:rsid w:val="00E642A5"/>
    <w:pPr>
      <w:ind w:left="708"/>
    </w:pPr>
  </w:style>
  <w:style w:type="paragraph" w:customStyle="1" w:styleId="TabKopf">
    <w:name w:val="Tab_Kopf"/>
    <w:locked/>
    <w:rsid w:val="00E642A5"/>
    <w:rPr>
      <w:b/>
      <w:sz w:val="18"/>
      <w:szCs w:val="24"/>
    </w:rPr>
  </w:style>
  <w:style w:type="paragraph" w:customStyle="1" w:styleId="TabText">
    <w:name w:val="Tab_Text"/>
    <w:locked/>
    <w:rsid w:val="00E642A5"/>
    <w:rPr>
      <w:sz w:val="18"/>
      <w:szCs w:val="24"/>
    </w:rPr>
  </w:style>
  <w:style w:type="table" w:styleId="Tabelle3D-Effekt1">
    <w:name w:val="Table 3D effects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642A5"/>
    <w:pPr>
      <w:spacing w:after="240" w:line="240" w:lineRule="atLeast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642A5"/>
    <w:pPr>
      <w:spacing w:after="240" w:line="240" w:lineRule="atLeast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642A5"/>
    <w:pPr>
      <w:spacing w:after="240" w:line="240" w:lineRule="atLeast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642A5"/>
    <w:pPr>
      <w:spacing w:after="240" w:line="240" w:lineRule="atLeast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E642A5"/>
    <w:pPr>
      <w:spacing w:after="240" w:line="240" w:lineRule="atLeast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elleSpezial1">
    <w:name w:val="Table Subtle 1"/>
    <w:basedOn w:val="NormaleTabelle"/>
    <w:semiHidden/>
    <w:rsid w:val="00E642A5"/>
    <w:pPr>
      <w:spacing w:after="240" w:line="240" w:lineRule="atLeast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E642A5"/>
    <w:pPr>
      <w:spacing w:after="240" w:line="240" w:lineRule="atLeast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gitternetz">
    <w:name w:val="Table Grid"/>
    <w:basedOn w:val="NormaleTabelle"/>
    <w:semiHidden/>
    <w:locked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642A5"/>
    <w:pPr>
      <w:spacing w:after="240" w:line="24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lNummer">
    <w:name w:val="Teil_Nummer"/>
    <w:next w:val="Standard"/>
    <w:locked/>
    <w:rsid w:val="00E642A5"/>
    <w:rPr>
      <w:b/>
      <w:sz w:val="28"/>
      <w:szCs w:val="24"/>
    </w:rPr>
  </w:style>
  <w:style w:type="paragraph" w:customStyle="1" w:styleId="TeilTitel">
    <w:name w:val="Teil_Titel"/>
    <w:next w:val="Standard"/>
    <w:locked/>
    <w:rsid w:val="00E642A5"/>
    <w:pPr>
      <w:spacing w:before="480" w:after="240" w:line="240" w:lineRule="atLeast"/>
    </w:pPr>
    <w:rPr>
      <w:b/>
      <w:sz w:val="48"/>
      <w:szCs w:val="24"/>
    </w:rPr>
  </w:style>
  <w:style w:type="character" w:customStyle="1" w:styleId="TeX">
    <w:name w:val="TeX"/>
    <w:basedOn w:val="Absatz-Standardschriftart"/>
    <w:rsid w:val="00E642A5"/>
    <w:rPr>
      <w:rFonts w:ascii="Arial" w:hAnsi="Arial" w:cs="Times New Roman"/>
      <w:bdr w:val="single" w:sz="4" w:space="0" w:color="808080"/>
      <w:shd w:val="clear" w:color="auto" w:fill="FFFF99"/>
    </w:rPr>
  </w:style>
  <w:style w:type="paragraph" w:styleId="Textkrper">
    <w:name w:val="Body Text"/>
    <w:basedOn w:val="Standard"/>
    <w:link w:val="TextkrperZchn"/>
    <w:semiHidden/>
    <w:rsid w:val="00E642A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locked/>
    <w:rsid w:val="0065049A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semiHidden/>
    <w:rsid w:val="00E642A5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locked/>
    <w:rsid w:val="0065049A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semiHidden/>
    <w:rsid w:val="00E642A5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65049A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semiHidden/>
    <w:rsid w:val="00E642A5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locked/>
    <w:rsid w:val="0065049A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semiHidden/>
    <w:rsid w:val="00E642A5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locked/>
    <w:rsid w:val="0065049A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E642A5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locked/>
    <w:rsid w:val="0065049A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642A5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locked/>
    <w:rsid w:val="0065049A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E642A5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locked/>
    <w:rsid w:val="0065049A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qFormat/>
    <w:locked/>
    <w:rsid w:val="00E642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locked/>
    <w:rsid w:val="0065049A"/>
    <w:rPr>
      <w:rFonts w:ascii="Cambria" w:hAnsi="Cambria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E642A5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E642A5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Verzeichnis1">
    <w:name w:val="toc 1"/>
    <w:basedOn w:val="Standard"/>
    <w:next w:val="Standard"/>
    <w:autoRedefine/>
    <w:semiHidden/>
    <w:locked/>
    <w:rsid w:val="00E642A5"/>
  </w:style>
  <w:style w:type="paragraph" w:styleId="Verzeichnis2">
    <w:name w:val="toc 2"/>
    <w:basedOn w:val="Standard"/>
    <w:next w:val="Standard"/>
    <w:autoRedefine/>
    <w:semiHidden/>
    <w:locked/>
    <w:rsid w:val="00E642A5"/>
    <w:pPr>
      <w:ind w:left="200"/>
    </w:pPr>
  </w:style>
  <w:style w:type="paragraph" w:styleId="Verzeichnis3">
    <w:name w:val="toc 3"/>
    <w:basedOn w:val="Standard"/>
    <w:next w:val="Standard"/>
    <w:autoRedefine/>
    <w:semiHidden/>
    <w:locked/>
    <w:rsid w:val="00E642A5"/>
    <w:pPr>
      <w:ind w:left="400"/>
    </w:pPr>
  </w:style>
  <w:style w:type="paragraph" w:styleId="Verzeichnis4">
    <w:name w:val="toc 4"/>
    <w:basedOn w:val="Standard"/>
    <w:next w:val="Standard"/>
    <w:autoRedefine/>
    <w:semiHidden/>
    <w:locked/>
    <w:rsid w:val="00E642A5"/>
    <w:pPr>
      <w:ind w:left="600"/>
    </w:pPr>
  </w:style>
  <w:style w:type="paragraph" w:styleId="Verzeichnis5">
    <w:name w:val="toc 5"/>
    <w:basedOn w:val="Standard"/>
    <w:next w:val="Standard"/>
    <w:autoRedefine/>
    <w:semiHidden/>
    <w:locked/>
    <w:rsid w:val="00E642A5"/>
    <w:pPr>
      <w:ind w:left="800"/>
    </w:pPr>
  </w:style>
  <w:style w:type="paragraph" w:styleId="Verzeichnis6">
    <w:name w:val="toc 6"/>
    <w:basedOn w:val="Standard"/>
    <w:next w:val="Standard"/>
    <w:autoRedefine/>
    <w:semiHidden/>
    <w:locked/>
    <w:rsid w:val="00E642A5"/>
    <w:pPr>
      <w:ind w:left="1000"/>
    </w:pPr>
  </w:style>
  <w:style w:type="paragraph" w:styleId="Verzeichnis7">
    <w:name w:val="toc 7"/>
    <w:basedOn w:val="Standard"/>
    <w:next w:val="Standard"/>
    <w:autoRedefine/>
    <w:semiHidden/>
    <w:locked/>
    <w:rsid w:val="00E642A5"/>
    <w:pPr>
      <w:ind w:left="1200"/>
    </w:pPr>
  </w:style>
  <w:style w:type="paragraph" w:styleId="Verzeichnis8">
    <w:name w:val="toc 8"/>
    <w:basedOn w:val="Standard"/>
    <w:next w:val="Standard"/>
    <w:autoRedefine/>
    <w:semiHidden/>
    <w:locked/>
    <w:rsid w:val="00E642A5"/>
    <w:pPr>
      <w:ind w:left="1400"/>
    </w:pPr>
  </w:style>
  <w:style w:type="paragraph" w:styleId="Verzeichnis9">
    <w:name w:val="toc 9"/>
    <w:basedOn w:val="Standard"/>
    <w:next w:val="Standard"/>
    <w:autoRedefine/>
    <w:semiHidden/>
    <w:locked/>
    <w:rsid w:val="00E642A5"/>
    <w:pPr>
      <w:ind w:left="1600"/>
    </w:pPr>
  </w:style>
  <w:style w:type="character" w:customStyle="1" w:styleId="ZFett">
    <w:name w:val="Z_Fett"/>
    <w:basedOn w:val="Absatz-Standardschriftart"/>
    <w:rsid w:val="00E642A5"/>
    <w:rPr>
      <w:rFonts w:cs="Times New Roman"/>
      <w:b/>
      <w:color w:val="003300"/>
    </w:rPr>
  </w:style>
  <w:style w:type="character" w:customStyle="1" w:styleId="ZFettHoch">
    <w:name w:val="Z_Fett_Hoch"/>
    <w:basedOn w:val="Absatz-Standardschriftart"/>
    <w:rsid w:val="00E642A5"/>
    <w:rPr>
      <w:rFonts w:cs="Times New Roman"/>
      <w:b/>
      <w:color w:val="003300"/>
      <w:vertAlign w:val="superscript"/>
    </w:rPr>
  </w:style>
  <w:style w:type="character" w:customStyle="1" w:styleId="ZFettKap">
    <w:name w:val="Z_Fett_Kap"/>
    <w:basedOn w:val="Absatz-Standardschriftart"/>
    <w:rsid w:val="00E642A5"/>
    <w:rPr>
      <w:rFonts w:cs="Times New Roman"/>
      <w:b/>
      <w:smallCaps/>
      <w:color w:val="003300"/>
    </w:rPr>
  </w:style>
  <w:style w:type="character" w:customStyle="1" w:styleId="ZFettKapHoch">
    <w:name w:val="Z_Fett_Kap_Hoch"/>
    <w:basedOn w:val="Absatz-Standardschriftart"/>
    <w:rsid w:val="00E642A5"/>
    <w:rPr>
      <w:rFonts w:cs="Times New Roman"/>
      <w:b/>
      <w:smallCaps/>
      <w:color w:val="003300"/>
      <w:vertAlign w:val="superscript"/>
    </w:rPr>
  </w:style>
  <w:style w:type="character" w:customStyle="1" w:styleId="ZFettKapTief">
    <w:name w:val="Z_Fett_Kap_Tief"/>
    <w:basedOn w:val="Absatz-Standardschriftart"/>
    <w:rsid w:val="00E642A5"/>
    <w:rPr>
      <w:rFonts w:cs="Times New Roman"/>
      <w:b/>
      <w:smallCaps/>
      <w:color w:val="003300"/>
      <w:vertAlign w:val="subscript"/>
    </w:rPr>
  </w:style>
  <w:style w:type="character" w:customStyle="1" w:styleId="ZFettKursiv">
    <w:name w:val="Z_Fett_Kursiv"/>
    <w:basedOn w:val="Absatz-Standardschriftart"/>
    <w:rsid w:val="00E642A5"/>
    <w:rPr>
      <w:rFonts w:cs="Times New Roman"/>
      <w:b/>
      <w:i/>
      <w:color w:val="003300"/>
    </w:rPr>
  </w:style>
  <w:style w:type="character" w:customStyle="1" w:styleId="ZFettKursivHoch">
    <w:name w:val="Z_Fett_Kursiv_Hoch"/>
    <w:basedOn w:val="Absatz-Standardschriftart"/>
    <w:rsid w:val="00E642A5"/>
    <w:rPr>
      <w:rFonts w:cs="Times New Roman"/>
      <w:b/>
      <w:i/>
      <w:color w:val="003300"/>
      <w:vertAlign w:val="superscript"/>
    </w:rPr>
  </w:style>
  <w:style w:type="character" w:customStyle="1" w:styleId="ZFettKursivKap">
    <w:name w:val="Z_Fett_Kursiv_Kap"/>
    <w:basedOn w:val="Absatz-Standardschriftart"/>
    <w:rsid w:val="00E642A5"/>
    <w:rPr>
      <w:rFonts w:cs="Times New Roman"/>
      <w:b/>
      <w:i/>
      <w:smallCaps/>
      <w:color w:val="003300"/>
    </w:rPr>
  </w:style>
  <w:style w:type="character" w:customStyle="1" w:styleId="ZFettKursivKapHoch">
    <w:name w:val="Z_Fett_Kursiv_Kap_Hoch"/>
    <w:basedOn w:val="Absatz-Standardschriftart"/>
    <w:rsid w:val="00E642A5"/>
    <w:rPr>
      <w:rFonts w:cs="Times New Roman"/>
      <w:b/>
      <w:i/>
      <w:smallCaps/>
      <w:color w:val="003300"/>
      <w:vertAlign w:val="superscript"/>
    </w:rPr>
  </w:style>
  <w:style w:type="character" w:customStyle="1" w:styleId="ZFettKursivKapTief">
    <w:name w:val="Z_Fett_Kursiv_Kap_Tief"/>
    <w:basedOn w:val="Absatz-Standardschriftart"/>
    <w:rsid w:val="00E642A5"/>
    <w:rPr>
      <w:rFonts w:cs="Times New Roman"/>
      <w:b/>
      <w:i/>
      <w:smallCaps/>
      <w:color w:val="003300"/>
      <w:vertAlign w:val="subscript"/>
    </w:rPr>
  </w:style>
  <w:style w:type="character" w:customStyle="1" w:styleId="ZFettKursivTief">
    <w:name w:val="Z_Fett_Kursiv_Tief"/>
    <w:basedOn w:val="Absatz-Standardschriftart"/>
    <w:rsid w:val="00E642A5"/>
    <w:rPr>
      <w:rFonts w:cs="Times New Roman"/>
      <w:b/>
      <w:i/>
      <w:color w:val="003300"/>
      <w:vertAlign w:val="subscript"/>
    </w:rPr>
  </w:style>
  <w:style w:type="character" w:customStyle="1" w:styleId="ZFettKursivUnt">
    <w:name w:val="Z_Fett_Kursiv_Unt"/>
    <w:basedOn w:val="Absatz-Standardschriftart"/>
    <w:rsid w:val="00E642A5"/>
    <w:rPr>
      <w:rFonts w:cs="Times New Roman"/>
      <w:b/>
      <w:i/>
      <w:color w:val="003300"/>
      <w:u w:val="single"/>
    </w:rPr>
  </w:style>
  <w:style w:type="character" w:customStyle="1" w:styleId="ZFettKursivUntHoch">
    <w:name w:val="Z_Fett_Kursiv_Unt_Hoch"/>
    <w:basedOn w:val="Absatz-Standardschriftart"/>
    <w:rsid w:val="00E642A5"/>
    <w:rPr>
      <w:rFonts w:cs="Times New Roman"/>
      <w:b/>
      <w:i/>
      <w:color w:val="003300"/>
      <w:u w:val="single"/>
      <w:vertAlign w:val="superscript"/>
    </w:rPr>
  </w:style>
  <w:style w:type="character" w:customStyle="1" w:styleId="ZFettKursivUntKap">
    <w:name w:val="Z_Fett_Kursiv_Unt_Kap"/>
    <w:basedOn w:val="Absatz-Standardschriftart"/>
    <w:rsid w:val="00E642A5"/>
    <w:rPr>
      <w:rFonts w:cs="Times New Roman"/>
      <w:b/>
      <w:i/>
      <w:smallCaps/>
      <w:color w:val="003300"/>
      <w:u w:val="single"/>
    </w:rPr>
  </w:style>
  <w:style w:type="character" w:customStyle="1" w:styleId="ZFettKursivUntKapHoch">
    <w:name w:val="Z_Fett_Kursiv_Unt_Kap_Hoch"/>
    <w:basedOn w:val="Absatz-Standardschriftart"/>
    <w:rsid w:val="00E642A5"/>
    <w:rPr>
      <w:rFonts w:cs="Times New Roman"/>
      <w:b/>
      <w:i/>
      <w:smallCaps/>
      <w:color w:val="003300"/>
      <w:u w:val="single"/>
      <w:vertAlign w:val="superscript"/>
    </w:rPr>
  </w:style>
  <w:style w:type="character" w:customStyle="1" w:styleId="ZFettKursivUntKapTief">
    <w:name w:val="Z_Fett_Kursiv_Unt_Kap_Tief"/>
    <w:basedOn w:val="Absatz-Standardschriftart"/>
    <w:rsid w:val="00E642A5"/>
    <w:rPr>
      <w:rFonts w:cs="Times New Roman"/>
      <w:b/>
      <w:i/>
      <w:smallCaps/>
      <w:color w:val="003300"/>
      <w:u w:val="single"/>
      <w:vertAlign w:val="subscript"/>
    </w:rPr>
  </w:style>
  <w:style w:type="character" w:customStyle="1" w:styleId="ZFettKursivUntTief">
    <w:name w:val="Z_Fett_Kursiv_Unt_Tief"/>
    <w:basedOn w:val="Absatz-Standardschriftart"/>
    <w:rsid w:val="00E642A5"/>
    <w:rPr>
      <w:rFonts w:cs="Times New Roman"/>
      <w:b/>
      <w:i/>
      <w:color w:val="003300"/>
      <w:u w:val="single"/>
      <w:vertAlign w:val="subscript"/>
    </w:rPr>
  </w:style>
  <w:style w:type="character" w:customStyle="1" w:styleId="ZFettTief">
    <w:name w:val="Z_Fett_Tief"/>
    <w:basedOn w:val="Absatz-Standardschriftart"/>
    <w:rsid w:val="00E642A5"/>
    <w:rPr>
      <w:rFonts w:cs="Times New Roman"/>
      <w:b/>
      <w:color w:val="003300"/>
      <w:vertAlign w:val="subscript"/>
    </w:rPr>
  </w:style>
  <w:style w:type="character" w:customStyle="1" w:styleId="ZFettUnt">
    <w:name w:val="Z_Fett_Unt"/>
    <w:basedOn w:val="Absatz-Standardschriftart"/>
    <w:rsid w:val="00E642A5"/>
    <w:rPr>
      <w:rFonts w:cs="Times New Roman"/>
      <w:b/>
      <w:color w:val="003300"/>
      <w:u w:val="single"/>
    </w:rPr>
  </w:style>
  <w:style w:type="character" w:customStyle="1" w:styleId="ZFettUntHoch">
    <w:name w:val="Z_Fett_Unt_Hoch"/>
    <w:basedOn w:val="Absatz-Standardschriftart"/>
    <w:rsid w:val="00E642A5"/>
    <w:rPr>
      <w:rFonts w:cs="Times New Roman"/>
      <w:b/>
      <w:color w:val="003300"/>
      <w:u w:val="single"/>
      <w:vertAlign w:val="superscript"/>
    </w:rPr>
  </w:style>
  <w:style w:type="character" w:customStyle="1" w:styleId="ZFettUntKap">
    <w:name w:val="Z_Fett_Unt_Kap"/>
    <w:basedOn w:val="Absatz-Standardschriftart"/>
    <w:rsid w:val="00E642A5"/>
    <w:rPr>
      <w:rFonts w:cs="Times New Roman"/>
      <w:b/>
      <w:smallCaps/>
      <w:color w:val="003300"/>
      <w:u w:val="single"/>
    </w:rPr>
  </w:style>
  <w:style w:type="character" w:customStyle="1" w:styleId="ZFettUntKapHoch">
    <w:name w:val="Z_Fett_Unt_Kap_Hoch"/>
    <w:basedOn w:val="Absatz-Standardschriftart"/>
    <w:rsid w:val="00E642A5"/>
    <w:rPr>
      <w:rFonts w:cs="Times New Roman"/>
      <w:b/>
      <w:smallCaps/>
      <w:color w:val="003300"/>
      <w:u w:val="single"/>
      <w:vertAlign w:val="superscript"/>
    </w:rPr>
  </w:style>
  <w:style w:type="character" w:customStyle="1" w:styleId="ZFettUntKapTief">
    <w:name w:val="Z_Fett_Unt_Kap_Tief"/>
    <w:basedOn w:val="Absatz-Standardschriftart"/>
    <w:rsid w:val="00E642A5"/>
    <w:rPr>
      <w:rFonts w:cs="Times New Roman"/>
      <w:b/>
      <w:smallCaps/>
      <w:color w:val="003300"/>
      <w:u w:val="single"/>
      <w:vertAlign w:val="subscript"/>
    </w:rPr>
  </w:style>
  <w:style w:type="character" w:customStyle="1" w:styleId="ZFettUntTief">
    <w:name w:val="Z_Fett_Unt_Tief"/>
    <w:basedOn w:val="Absatz-Standardschriftart"/>
    <w:rsid w:val="00E642A5"/>
    <w:rPr>
      <w:rFonts w:cs="Times New Roman"/>
      <w:b/>
      <w:color w:val="003300"/>
      <w:u w:val="single"/>
      <w:vertAlign w:val="subscript"/>
    </w:rPr>
  </w:style>
  <w:style w:type="character" w:customStyle="1" w:styleId="ZHoch">
    <w:name w:val="Z_Hoch"/>
    <w:basedOn w:val="Absatz-Standardschriftart"/>
    <w:rsid w:val="00E642A5"/>
    <w:rPr>
      <w:rFonts w:cs="Times New Roman"/>
      <w:color w:val="000080"/>
      <w:vertAlign w:val="superscript"/>
    </w:rPr>
  </w:style>
  <w:style w:type="character" w:customStyle="1" w:styleId="ZKap">
    <w:name w:val="Z_Kap"/>
    <w:basedOn w:val="Absatz-Standardschriftart"/>
    <w:rsid w:val="00E642A5"/>
    <w:rPr>
      <w:rFonts w:cs="Times New Roman"/>
      <w:smallCaps/>
      <w:color w:val="008000"/>
    </w:rPr>
  </w:style>
  <w:style w:type="character" w:customStyle="1" w:styleId="ZKapHoch">
    <w:name w:val="Z_Kap_Hoch"/>
    <w:basedOn w:val="Absatz-Standardschriftart"/>
    <w:rsid w:val="00E642A5"/>
    <w:rPr>
      <w:rFonts w:cs="Times New Roman"/>
      <w:smallCaps/>
      <w:color w:val="008000"/>
      <w:vertAlign w:val="superscript"/>
    </w:rPr>
  </w:style>
  <w:style w:type="character" w:customStyle="1" w:styleId="ZKapTief">
    <w:name w:val="Z_Kap_Tief"/>
    <w:basedOn w:val="Absatz-Standardschriftart"/>
    <w:rsid w:val="00E642A5"/>
    <w:rPr>
      <w:rFonts w:cs="Times New Roman"/>
      <w:smallCaps/>
      <w:color w:val="008000"/>
      <w:vertAlign w:val="subscript"/>
    </w:rPr>
  </w:style>
  <w:style w:type="character" w:customStyle="1" w:styleId="ZKursiv">
    <w:name w:val="Z_Kursiv"/>
    <w:basedOn w:val="Absatz-Standardschriftart"/>
    <w:rsid w:val="00E642A5"/>
    <w:rPr>
      <w:rFonts w:cs="Times New Roman"/>
      <w:i/>
      <w:color w:val="993300"/>
    </w:rPr>
  </w:style>
  <w:style w:type="character" w:customStyle="1" w:styleId="ZKursivHoch">
    <w:name w:val="Z_Kursiv_Hoch"/>
    <w:basedOn w:val="Absatz-Standardschriftart"/>
    <w:rsid w:val="00E642A5"/>
    <w:rPr>
      <w:rFonts w:cs="Times New Roman"/>
      <w:i/>
      <w:color w:val="993300"/>
      <w:vertAlign w:val="superscript"/>
    </w:rPr>
  </w:style>
  <w:style w:type="character" w:customStyle="1" w:styleId="ZKursivKap">
    <w:name w:val="Z_Kursiv_Kap"/>
    <w:basedOn w:val="Absatz-Standardschriftart"/>
    <w:rsid w:val="00E642A5"/>
    <w:rPr>
      <w:rFonts w:cs="Times New Roman"/>
      <w:i/>
      <w:smallCaps/>
      <w:color w:val="993300"/>
    </w:rPr>
  </w:style>
  <w:style w:type="character" w:customStyle="1" w:styleId="ZKursivKapHoch">
    <w:name w:val="Z_Kursiv_Kap_Hoch"/>
    <w:basedOn w:val="Absatz-Standardschriftart"/>
    <w:rsid w:val="00E642A5"/>
    <w:rPr>
      <w:rFonts w:cs="Times New Roman"/>
      <w:i/>
      <w:smallCaps/>
      <w:color w:val="993300"/>
      <w:vertAlign w:val="superscript"/>
    </w:rPr>
  </w:style>
  <w:style w:type="character" w:customStyle="1" w:styleId="ZKursivKapTief">
    <w:name w:val="Z_Kursiv_Kap_Tief"/>
    <w:basedOn w:val="Absatz-Standardschriftart"/>
    <w:rsid w:val="00E642A5"/>
    <w:rPr>
      <w:rFonts w:cs="Times New Roman"/>
      <w:i/>
      <w:smallCaps/>
      <w:color w:val="993300"/>
      <w:vertAlign w:val="subscript"/>
    </w:rPr>
  </w:style>
  <w:style w:type="character" w:customStyle="1" w:styleId="ZKursivTief">
    <w:name w:val="Z_Kursiv_Tief"/>
    <w:basedOn w:val="Absatz-Standardschriftart"/>
    <w:rsid w:val="00E642A5"/>
    <w:rPr>
      <w:rFonts w:cs="Times New Roman"/>
      <w:i/>
      <w:color w:val="993300"/>
      <w:vertAlign w:val="subscript"/>
    </w:rPr>
  </w:style>
  <w:style w:type="character" w:customStyle="1" w:styleId="ZKursivUnt">
    <w:name w:val="Z_Kursiv_Unt"/>
    <w:basedOn w:val="Absatz-Standardschriftart"/>
    <w:rsid w:val="00E642A5"/>
    <w:rPr>
      <w:rFonts w:cs="Times New Roman"/>
      <w:i/>
      <w:color w:val="993300"/>
      <w:u w:val="single"/>
    </w:rPr>
  </w:style>
  <w:style w:type="character" w:customStyle="1" w:styleId="ZKursivUntHoch">
    <w:name w:val="Z_Kursiv_Unt_Hoch"/>
    <w:basedOn w:val="Absatz-Standardschriftart"/>
    <w:rsid w:val="00E642A5"/>
    <w:rPr>
      <w:rFonts w:cs="Times New Roman"/>
      <w:i/>
      <w:color w:val="993300"/>
      <w:u w:val="single"/>
      <w:vertAlign w:val="superscript"/>
    </w:rPr>
  </w:style>
  <w:style w:type="character" w:customStyle="1" w:styleId="ZKursivUntKap">
    <w:name w:val="Z_Kursiv_Unt_Kap"/>
    <w:basedOn w:val="Absatz-Standardschriftart"/>
    <w:rsid w:val="00E642A5"/>
    <w:rPr>
      <w:rFonts w:cs="Times New Roman"/>
      <w:i/>
      <w:smallCaps/>
      <w:color w:val="993300"/>
      <w:u w:val="single"/>
    </w:rPr>
  </w:style>
  <w:style w:type="character" w:customStyle="1" w:styleId="ZKursivUntKapHoch">
    <w:name w:val="Z_Kursiv_Unt_Kap_Hoch"/>
    <w:basedOn w:val="Absatz-Standardschriftart"/>
    <w:rsid w:val="00E642A5"/>
    <w:rPr>
      <w:rFonts w:cs="Times New Roman"/>
      <w:i/>
      <w:smallCaps/>
      <w:color w:val="993300"/>
      <w:u w:val="single"/>
      <w:vertAlign w:val="superscript"/>
    </w:rPr>
  </w:style>
  <w:style w:type="character" w:customStyle="1" w:styleId="ZKursivUntKapTief">
    <w:name w:val="Z_Kursiv_Unt_Kap_Tief"/>
    <w:basedOn w:val="Absatz-Standardschriftart"/>
    <w:rsid w:val="00E642A5"/>
    <w:rPr>
      <w:rFonts w:cs="Times New Roman"/>
      <w:i/>
      <w:smallCaps/>
      <w:color w:val="993300"/>
      <w:u w:val="single"/>
      <w:vertAlign w:val="subscript"/>
    </w:rPr>
  </w:style>
  <w:style w:type="character" w:customStyle="1" w:styleId="ZKursivUntTief">
    <w:name w:val="Z_Kursiv_Unt_Tief"/>
    <w:basedOn w:val="Absatz-Standardschriftart"/>
    <w:rsid w:val="00E642A5"/>
    <w:rPr>
      <w:rFonts w:cs="Times New Roman"/>
      <w:i/>
      <w:color w:val="993300"/>
      <w:u w:val="single"/>
      <w:vertAlign w:val="subscript"/>
    </w:rPr>
  </w:style>
  <w:style w:type="character" w:customStyle="1" w:styleId="ZListing">
    <w:name w:val="Z_Listing"/>
    <w:basedOn w:val="Absatz-Standardschriftart"/>
    <w:locked/>
    <w:rsid w:val="00E642A5"/>
    <w:rPr>
      <w:rFonts w:ascii="Courier New" w:hAnsi="Courier New" w:cs="Times New Roman"/>
      <w:color w:val="800080"/>
    </w:rPr>
  </w:style>
  <w:style w:type="character" w:customStyle="1" w:styleId="ZListingFett">
    <w:name w:val="Z_Listing_Fett"/>
    <w:basedOn w:val="Absatz-Standardschriftart"/>
    <w:locked/>
    <w:rsid w:val="00E642A5"/>
    <w:rPr>
      <w:rFonts w:ascii="Courier New" w:hAnsi="Courier New" w:cs="Times New Roman"/>
      <w:b/>
      <w:color w:val="800080"/>
    </w:rPr>
  </w:style>
  <w:style w:type="character" w:customStyle="1" w:styleId="ZListingFettKursiv">
    <w:name w:val="Z_Listing_FettKursiv"/>
    <w:basedOn w:val="Absatz-Standardschriftart"/>
    <w:locked/>
    <w:rsid w:val="00E642A5"/>
    <w:rPr>
      <w:rFonts w:ascii="Courier New" w:hAnsi="Courier New" w:cs="Times New Roman"/>
      <w:b/>
      <w:i/>
      <w:color w:val="800080"/>
    </w:rPr>
  </w:style>
  <w:style w:type="character" w:customStyle="1" w:styleId="ZListingKursiv">
    <w:name w:val="Z_Listing_Kursiv"/>
    <w:basedOn w:val="Absatz-Standardschriftart"/>
    <w:locked/>
    <w:rsid w:val="00E642A5"/>
    <w:rPr>
      <w:rFonts w:ascii="Courier New" w:hAnsi="Courier New" w:cs="Times New Roman"/>
      <w:i/>
      <w:color w:val="800080"/>
    </w:rPr>
  </w:style>
  <w:style w:type="character" w:customStyle="1" w:styleId="ZTaste">
    <w:name w:val="Z_Taste"/>
    <w:basedOn w:val="Absatz-Standardschriftart"/>
    <w:locked/>
    <w:rsid w:val="00E642A5"/>
    <w:rPr>
      <w:rFonts w:ascii="Lucida Console" w:hAnsi="Lucida Console" w:cs="Times New Roman"/>
      <w:color w:val="FF0000"/>
    </w:rPr>
  </w:style>
  <w:style w:type="character" w:customStyle="1" w:styleId="ZTief">
    <w:name w:val="Z_Tief"/>
    <w:basedOn w:val="Absatz-Standardschriftart"/>
    <w:rsid w:val="00E642A5"/>
    <w:rPr>
      <w:rFonts w:cs="Times New Roman"/>
      <w:color w:val="000080"/>
      <w:vertAlign w:val="subscript"/>
    </w:rPr>
  </w:style>
  <w:style w:type="character" w:customStyle="1" w:styleId="ZUnt">
    <w:name w:val="Z_Unt"/>
    <w:basedOn w:val="Absatz-Standardschriftart"/>
    <w:rsid w:val="00E642A5"/>
    <w:rPr>
      <w:rFonts w:cs="Times New Roman"/>
      <w:u w:val="single"/>
    </w:rPr>
  </w:style>
  <w:style w:type="character" w:customStyle="1" w:styleId="ZUntHoch">
    <w:name w:val="Z_Unt_Hoch"/>
    <w:basedOn w:val="Absatz-Standardschriftart"/>
    <w:rsid w:val="00E642A5"/>
    <w:rPr>
      <w:rFonts w:cs="Times New Roman"/>
      <w:color w:val="000080"/>
      <w:u w:val="single"/>
      <w:vertAlign w:val="superscript"/>
    </w:rPr>
  </w:style>
  <w:style w:type="character" w:customStyle="1" w:styleId="ZUntKap">
    <w:name w:val="Z_Unt_Kap"/>
    <w:basedOn w:val="Absatz-Standardschriftart"/>
    <w:rsid w:val="00E642A5"/>
    <w:rPr>
      <w:rFonts w:cs="Times New Roman"/>
      <w:smallCaps/>
      <w:color w:val="008000"/>
      <w:u w:val="single"/>
    </w:rPr>
  </w:style>
  <w:style w:type="character" w:customStyle="1" w:styleId="ZUntKapHoch">
    <w:name w:val="Z_Unt_Kap_Hoch"/>
    <w:basedOn w:val="Absatz-Standardschriftart"/>
    <w:rsid w:val="00E642A5"/>
    <w:rPr>
      <w:rFonts w:cs="Times New Roman"/>
      <w:smallCaps/>
      <w:color w:val="008000"/>
      <w:u w:val="single"/>
      <w:vertAlign w:val="superscript"/>
    </w:rPr>
  </w:style>
  <w:style w:type="character" w:customStyle="1" w:styleId="ZUntKapTief">
    <w:name w:val="Z_Unt_Kap_Tief"/>
    <w:basedOn w:val="Absatz-Standardschriftart"/>
    <w:rsid w:val="00E642A5"/>
    <w:rPr>
      <w:rFonts w:cs="Times New Roman"/>
      <w:smallCaps/>
      <w:color w:val="008000"/>
      <w:u w:val="single"/>
      <w:vertAlign w:val="subscript"/>
    </w:rPr>
  </w:style>
  <w:style w:type="character" w:customStyle="1" w:styleId="ZUntTief">
    <w:name w:val="Z_Unt_Tief"/>
    <w:basedOn w:val="Absatz-Standardschriftart"/>
    <w:rsid w:val="00E642A5"/>
    <w:rPr>
      <w:rFonts w:cs="Times New Roman"/>
      <w:color w:val="000080"/>
      <w:u w:val="single"/>
      <w:vertAlign w:val="subscript"/>
    </w:rPr>
  </w:style>
  <w:style w:type="character" w:styleId="Zeilennummer">
    <w:name w:val="line number"/>
    <w:basedOn w:val="Absatz-Standardschriftart"/>
    <w:semiHidden/>
    <w:rsid w:val="00E642A5"/>
    <w:rPr>
      <w:rFonts w:cs="Times New Roman"/>
    </w:rPr>
  </w:style>
  <w:style w:type="paragraph" w:customStyle="1" w:styleId="Zitat1">
    <w:name w:val="Zitat1"/>
    <w:next w:val="Standard"/>
    <w:locked/>
    <w:rsid w:val="00E642A5"/>
    <w:pPr>
      <w:spacing w:after="240" w:line="240" w:lineRule="atLeast"/>
      <w:ind w:left="340"/>
    </w:pPr>
    <w:rPr>
      <w:i/>
      <w:sz w:val="22"/>
      <w:szCs w:val="24"/>
    </w:rPr>
  </w:style>
  <w:style w:type="numbering" w:styleId="ArtikelAbschnitt">
    <w:name w:val="Outline List 3"/>
    <w:basedOn w:val="KeineListe"/>
    <w:semiHidden/>
    <w:rsid w:val="00745E32"/>
    <w:pPr>
      <w:numPr>
        <w:numId w:val="8"/>
      </w:numPr>
    </w:pPr>
  </w:style>
  <w:style w:type="numbering" w:styleId="111111">
    <w:name w:val="Outline List 2"/>
    <w:basedOn w:val="KeineListe"/>
    <w:semiHidden/>
    <w:rsid w:val="00745E32"/>
    <w:pPr>
      <w:numPr>
        <w:numId w:val="6"/>
      </w:numPr>
    </w:pPr>
  </w:style>
  <w:style w:type="numbering" w:styleId="1ai">
    <w:name w:val="Outline List 1"/>
    <w:basedOn w:val="KeineListe"/>
    <w:semiHidden/>
    <w:rsid w:val="00745E32"/>
    <w:pPr>
      <w:numPr>
        <w:numId w:val="7"/>
      </w:numPr>
    </w:pPr>
  </w:style>
  <w:style w:type="paragraph" w:customStyle="1" w:styleId="Zentriert">
    <w:name w:val="Zentriert"/>
    <w:basedOn w:val="Standard"/>
    <w:rsid w:val="00CB2449"/>
    <w:pPr>
      <w:jc w:val="center"/>
    </w:pPr>
  </w:style>
  <w:style w:type="paragraph" w:styleId="Untertitel">
    <w:name w:val="Subtitle"/>
    <w:basedOn w:val="Standard"/>
    <w:qFormat/>
    <w:locked/>
    <w:rsid w:val="008A54B0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980C52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980C52"/>
    <w:rPr>
      <w:i/>
      <w:iCs/>
      <w:color w:val="000000" w:themeColor="text1"/>
      <w:sz w:val="22"/>
      <w:szCs w:val="24"/>
    </w:rPr>
  </w:style>
  <w:style w:type="character" w:styleId="Buchtitel">
    <w:name w:val="Book Title"/>
    <w:basedOn w:val="Absatz-Standardschriftart"/>
    <w:uiPriority w:val="33"/>
    <w:qFormat/>
    <w:rsid w:val="00980C52"/>
    <w:rPr>
      <w:b/>
      <w:bCs/>
      <w:smallCaps/>
      <w:spacing w:val="5"/>
    </w:rPr>
  </w:style>
  <w:style w:type="character" w:styleId="Fett">
    <w:name w:val="Strong"/>
    <w:basedOn w:val="Absatz-Standardschriftart"/>
    <w:qFormat/>
    <w:locked/>
    <w:rsid w:val="00980C52"/>
    <w:rPr>
      <w:b/>
      <w:bCs/>
    </w:rPr>
  </w:style>
  <w:style w:type="paragraph" w:styleId="Gruformel">
    <w:name w:val="Closing"/>
    <w:basedOn w:val="Standard"/>
    <w:link w:val="GruformelZchn"/>
    <w:locked/>
    <w:rsid w:val="00980C52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980C52"/>
    <w:rPr>
      <w:sz w:val="22"/>
      <w:szCs w:val="24"/>
    </w:rPr>
  </w:style>
  <w:style w:type="character" w:styleId="Hervorhebung">
    <w:name w:val="Emphasis"/>
    <w:basedOn w:val="Absatz-Standardschriftart"/>
    <w:qFormat/>
    <w:locked/>
    <w:rsid w:val="00980C52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80C52"/>
    <w:pPr>
      <w:keepLines/>
      <w:pageBreakBefore w:val="0"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980C52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980C52"/>
    <w:rPr>
      <w:b/>
      <w:bCs/>
      <w:smallCaps/>
      <w:color w:val="C0504D" w:themeColor="accent2"/>
      <w:spacing w:val="5"/>
      <w:u w:val="single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980C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980C52"/>
    <w:rPr>
      <w:b/>
      <w:bCs/>
      <w:i/>
      <w:iCs/>
      <w:color w:val="4F81BD" w:themeColor="accent1"/>
      <w:sz w:val="22"/>
      <w:szCs w:val="24"/>
    </w:rPr>
  </w:style>
  <w:style w:type="paragraph" w:styleId="KeinLeerraum">
    <w:name w:val="No Spacing"/>
    <w:uiPriority w:val="1"/>
    <w:qFormat/>
    <w:rsid w:val="00980C52"/>
    <w:rPr>
      <w:sz w:val="22"/>
      <w:szCs w:val="24"/>
    </w:rPr>
  </w:style>
  <w:style w:type="paragraph" w:styleId="Listenabsatz">
    <w:name w:val="List Paragraph"/>
    <w:basedOn w:val="Standard"/>
    <w:uiPriority w:val="34"/>
    <w:qFormat/>
    <w:rsid w:val="00980C52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980C52"/>
  </w:style>
  <w:style w:type="character" w:styleId="Platzhaltertext">
    <w:name w:val="Placeholder Text"/>
    <w:basedOn w:val="Absatz-Standardschriftart"/>
    <w:uiPriority w:val="99"/>
    <w:semiHidden/>
    <w:rsid w:val="00980C52"/>
    <w:rPr>
      <w:color w:val="808080"/>
    </w:rPr>
  </w:style>
  <w:style w:type="character" w:styleId="SchwacheHervorhebung">
    <w:name w:val="Subtle Emphasis"/>
    <w:basedOn w:val="Absatz-Standardschriftart"/>
    <w:uiPriority w:val="19"/>
    <w:qFormat/>
    <w:rsid w:val="00980C52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31"/>
    <w:qFormat/>
    <w:rsid w:val="00980C52"/>
    <w:rPr>
      <w:smallCaps/>
      <w:color w:val="C0504D" w:themeColor="accent2"/>
      <w:u w:val="single"/>
    </w:rPr>
  </w:style>
  <w:style w:type="paragraph" w:styleId="Unterschrift">
    <w:name w:val="Signature"/>
    <w:basedOn w:val="Standard"/>
    <w:link w:val="UnterschriftZchn"/>
    <w:locked/>
    <w:rsid w:val="00980C52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980C52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image" Target="media/image13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11" Type="http://schemas.openxmlformats.org/officeDocument/2006/relationships/image" Target="media/image11.jpeg"/><Relationship Id="rId5" Type="http://schemas.openxmlformats.org/officeDocument/2006/relationships/image" Target="media/image5.jpeg"/><Relationship Id="rId15" Type="http://schemas.openxmlformats.org/officeDocument/2006/relationships/image" Target="media/image1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Relationship Id="rId14" Type="http://schemas.openxmlformats.org/officeDocument/2006/relationships/image" Target="media/image1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dith\Documents\aa_wiley\Formatvorlage\dummies2007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26B1-907E-4A50-9584-E8F3B649E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dummies2007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Dummies Dokumentvorlage</vt:lpstr>
    </vt:vector>
  </TitlesOfParts>
  <Company>MW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Dummies Dokumentvorlage</dc:title>
  <dc:creator>judith</dc:creator>
  <cp:lastModifiedBy>judith</cp:lastModifiedBy>
  <cp:revision>13</cp:revision>
  <cp:lastPrinted>2013-01-08T12:45:00Z</cp:lastPrinted>
  <dcterms:created xsi:type="dcterms:W3CDTF">2013-01-08T11:09:00Z</dcterms:created>
  <dcterms:modified xsi:type="dcterms:W3CDTF">2013-07-02T05:25:00Z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CON_PATH">
    <vt:lpwstr>P:\Dummies\Word\Symbole</vt:lpwstr>
  </property>
  <property fmtid="{D5CDD505-2E9C-101B-9397-08002B2CF9AE}" pid="3" name="_ICON_TXTSIZE">
    <vt:lpwstr>16</vt:lpwstr>
  </property>
  <property fmtid="{D5CDD505-2E9C-101B-9397-08002B2CF9AE}" pid="4" name="_ICON_PICSIZE">
    <vt:lpwstr>40</vt:lpwstr>
  </property>
  <property fmtid="{D5CDD505-2E9C-101B-9397-08002B2CF9AE}" pid="5" name="Icon_Tipp">
    <vt:lpwstr>Tipp.jpg</vt:lpwstr>
  </property>
  <property fmtid="{D5CDD505-2E9C-101B-9397-08002B2CF9AE}" pid="6" name="Icon_Vorsicht">
    <vt:lpwstr>Achtung.jpg</vt:lpwstr>
  </property>
  <property fmtid="{D5CDD505-2E9C-101B-9397-08002B2CF9AE}" pid="7" name="Icon_Warnung">
    <vt:lpwstr>Warning_Bombe.jpg</vt:lpwstr>
  </property>
  <property fmtid="{D5CDD505-2E9C-101B-9397-08002B2CF9AE}" pid="8" name="Icon_Erinnerung">
    <vt:lpwstr>hand.jpg</vt:lpwstr>
  </property>
  <property fmtid="{D5CDD505-2E9C-101B-9397-08002B2CF9AE}" pid="9" name="Icon_Techniker">
    <vt:lpwstr>Techniker.jpg</vt:lpwstr>
  </property>
  <property fmtid="{D5CDD505-2E9C-101B-9397-08002B2CF9AE}" pid="10" name="Icon_Definition">
    <vt:lpwstr>Definition.jpg</vt:lpwstr>
  </property>
  <property fmtid="{D5CDD505-2E9C-101B-9397-08002B2CF9AE}" pid="11" name="Icon_Anekdote">
    <vt:lpwstr>Anekdote.jpg</vt:lpwstr>
  </property>
  <property fmtid="{D5CDD505-2E9C-101B-9397-08002B2CF9AE}" pid="12" name="Icon_Fragezeichen">
    <vt:lpwstr>DidItReallyHappen.jpg</vt:lpwstr>
  </property>
  <property fmtid="{D5CDD505-2E9C-101B-9397-08002B2CF9AE}" pid="13" name="Icon_Sanduhr">
    <vt:lpwstr>Timesaving.jpg</vt:lpwstr>
  </property>
  <property fmtid="{D5CDD505-2E9C-101B-9397-08002B2CF9AE}" pid="14" name="Icon_Uebung">
    <vt:lpwstr>Uebung.jpg</vt:lpwstr>
  </property>
  <property fmtid="{D5CDD505-2E9C-101B-9397-08002B2CF9AE}" pid="15" name="Icon_International">
    <vt:lpwstr>International.jpg</vt:lpwstr>
  </property>
  <property fmtid="{D5CDD505-2E9C-101B-9397-08002B2CF9AE}" pid="16" name="Icon_Beispiel">
    <vt:lpwstr>Beispiel.jpg</vt:lpwstr>
  </property>
  <property fmtid="{D5CDD505-2E9C-101B-9397-08002B2CF9AE}" pid="17" name="Icon_CD">
    <vt:lpwstr>CD.jpg</vt:lpwstr>
  </property>
</Properties>
</file>